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A7DA6" w14:textId="12334BE2" w:rsidR="00457ADE" w:rsidRDefault="00C90004" w:rsidP="00B86C53">
      <w:pPr>
        <w:rPr>
          <w:color w:val="auto"/>
        </w:rPr>
      </w:pPr>
      <w:r w:rsidRPr="00E80D10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270" behindDoc="1" locked="1" layoutInCell="1" allowOverlap="1" wp14:anchorId="595D9A99" wp14:editId="76EC1F14">
                <wp:simplePos x="0" y="0"/>
                <wp:positionH relativeFrom="page">
                  <wp:posOffset>0</wp:posOffset>
                </wp:positionH>
                <wp:positionV relativeFrom="paragraph">
                  <wp:posOffset>-399415</wp:posOffset>
                </wp:positionV>
                <wp:extent cx="2816352" cy="10058400"/>
                <wp:effectExtent l="0" t="0" r="3175" b="0"/>
                <wp:wrapNone/>
                <wp:docPr id="1374674069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6352" cy="100584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2C3DF" id="Rectangle 1" o:spid="_x0000_s1026" alt="&quot;&quot;" style="position:absolute;margin-left:0;margin-top:-31.45pt;width:221.75pt;height:11in;z-index:-25165721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" fillcolor="#d3ccf8 [3204]" stroked="f" strokeweight="1pt">
                <w10:wrap anchorx="page"/>
                <w10:anchorlock/>
              </v:rect>
            </w:pict>
          </mc:Fallback>
        </mc:AlternateConten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692"/>
        <w:gridCol w:w="737"/>
        <w:gridCol w:w="6371"/>
      </w:tblGrid>
      <w:tr w:rsidR="00CF2BE7" w:rsidRPr="00020BEB" w14:paraId="304EE5F7" w14:textId="77777777" w:rsidTr="00B06922">
        <w:trPr>
          <w:trHeight w:val="3960"/>
        </w:trPr>
        <w:tc>
          <w:tcPr>
            <w:tcW w:w="3692" w:type="dxa"/>
            <w:vMerge w:val="restart"/>
          </w:tcPr>
          <w:p w14:paraId="1883416B" w14:textId="7CC9136F" w:rsidR="00CF2BE7" w:rsidRDefault="00BD6711" w:rsidP="00B31DA4">
            <w:pPr>
              <w:pStyle w:val="Heading1"/>
            </w:pPr>
            <w:r>
              <w:rPr>
                <w:noProof/>
              </w:rPr>
              <w:drawing>
                <wp:anchor distT="0" distB="0" distL="114300" distR="114300" simplePos="0" relativeHeight="251663366" behindDoc="0" locked="0" layoutInCell="1" allowOverlap="1" wp14:anchorId="618E61F1" wp14:editId="48E42BF5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190500</wp:posOffset>
                  </wp:positionV>
                  <wp:extent cx="1415415" cy="1657350"/>
                  <wp:effectExtent l="190500" t="190500" r="184785" b="19050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14" r="17931"/>
                          <a:stretch/>
                        </pic:blipFill>
                        <pic:spPr bwMode="auto">
                          <a:xfrm>
                            <a:off x="0" y="0"/>
                            <a:ext cx="1415415" cy="1657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D0A33">
              <w:t xml:space="preserve"> </w:t>
            </w:r>
          </w:p>
          <w:p w14:paraId="7E715FDD" w14:textId="223A382D" w:rsidR="00CF2BE7" w:rsidRDefault="00CF2BE7" w:rsidP="003F1D3E"/>
          <w:p w14:paraId="5E7791C0" w14:textId="4DECE98D" w:rsidR="003F1D3E" w:rsidRPr="003F1D3E" w:rsidRDefault="007D0A33" w:rsidP="003F1D3E">
            <w:pPr>
              <w:rPr>
                <w:color w:val="auto"/>
                <w:szCs w:val="20"/>
              </w:rPr>
            </w:pPr>
            <w:r>
              <w:t xml:space="preserve"> </w:t>
            </w:r>
            <w:r w:rsidR="00771A46">
              <w:t xml:space="preserve"> </w:t>
            </w:r>
          </w:p>
          <w:p w14:paraId="2C1F6551" w14:textId="3D157F80" w:rsidR="00CF2BE7" w:rsidRPr="00EF0E02" w:rsidRDefault="00CF2BE7" w:rsidP="000968D6"/>
        </w:tc>
        <w:tc>
          <w:tcPr>
            <w:tcW w:w="737" w:type="dxa"/>
            <w:vMerge w:val="restart"/>
          </w:tcPr>
          <w:p w14:paraId="4B7EA3D9" w14:textId="001F7171" w:rsidR="00CF2BE7" w:rsidRPr="00020BEB" w:rsidRDefault="007363D7" w:rsidP="00B31DA4">
            <w:pPr>
              <w:spacing w:before="360"/>
              <w:rPr>
                <w:color w:val="auto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0294" behindDoc="0" locked="0" layoutInCell="1" allowOverlap="1" wp14:anchorId="514FA795" wp14:editId="4CFBB6B2">
                      <wp:simplePos x="0" y="0"/>
                      <wp:positionH relativeFrom="column">
                        <wp:posOffset>373380</wp:posOffset>
                      </wp:positionH>
                      <wp:positionV relativeFrom="paragraph">
                        <wp:posOffset>5689600</wp:posOffset>
                      </wp:positionV>
                      <wp:extent cx="3143250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47D67F4" id="Straight Connector 2" o:spid="_x0000_s1026" style="position:absolute;z-index:25166029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4pt,448pt" to="276.9pt,4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" strokecolor="black [3200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371" w:type="dxa"/>
          </w:tcPr>
          <w:p w14:paraId="5460AA5A" w14:textId="2B5C5464" w:rsidR="00CF2BE7" w:rsidRPr="00771A46" w:rsidRDefault="00424690" w:rsidP="00B86C53">
            <w:pPr>
              <w:pStyle w:val="Title"/>
              <w:rPr>
                <w:szCs w:val="96"/>
                <w:lang w:val="de-DE"/>
              </w:rPr>
            </w:pPr>
            <w:r>
              <w:t>Sara Daaboul</w:t>
            </w:r>
          </w:p>
          <w:p w14:paraId="1B741577" w14:textId="07C63ECB" w:rsidR="00CF2BE7" w:rsidRPr="00020BEB" w:rsidRDefault="00424690" w:rsidP="00B86C53">
            <w:pPr>
              <w:pStyle w:val="Subtitle"/>
              <w:rPr>
                <w:sz w:val="24"/>
                <w:lang w:val="it-IT"/>
              </w:rPr>
            </w:pPr>
            <w:r>
              <w:rPr>
                <w:sz w:val="24"/>
              </w:rPr>
              <w:t xml:space="preserve"> data science </w:t>
            </w:r>
          </w:p>
          <w:p w14:paraId="4F6836BE" w14:textId="77777777" w:rsidR="00CF2BE7" w:rsidRPr="00771A46" w:rsidRDefault="00CF2BE7" w:rsidP="00B86C53">
            <w:pPr>
              <w:rPr>
                <w:lang w:val="de-DE"/>
              </w:rPr>
            </w:pPr>
          </w:p>
          <w:p w14:paraId="6C08FFEC" w14:textId="69774360" w:rsidR="00CF2BE7" w:rsidRPr="00EF0E02" w:rsidRDefault="00602B83" w:rsidP="00850571">
            <w:r>
              <w:rPr>
                <w:rFonts w:ascii="Arial" w:hAnsi="Arial" w:cs="Arial"/>
                <w:color w:val="374151"/>
              </w:rPr>
              <w:t>h</w:t>
            </w:r>
            <w:r>
              <w:rPr>
                <w:rFonts w:ascii="Arial" w:hAnsi="Arial" w:cs="Arial"/>
                <w:color w:val="374151"/>
              </w:rPr>
              <w:t xml:space="preserve">ighly motivated and </w:t>
            </w:r>
            <w:r>
              <w:rPr>
                <w:rFonts w:ascii="Arial" w:hAnsi="Arial" w:cs="Arial"/>
                <w:color w:val="374151"/>
              </w:rPr>
              <w:t>passionate</w:t>
            </w:r>
            <w:r>
              <w:rPr>
                <w:rFonts w:ascii="Arial" w:hAnsi="Arial" w:cs="Arial"/>
                <w:color w:val="374151"/>
              </w:rPr>
              <w:t xml:space="preserve"> </w:t>
            </w:r>
            <w:r>
              <w:rPr>
                <w:rFonts w:ascii="Arial" w:hAnsi="Arial" w:cs="Arial"/>
                <w:color w:val="374151"/>
              </w:rPr>
              <w:t>about</w:t>
            </w:r>
            <w:r>
              <w:rPr>
                <w:rFonts w:ascii="Arial" w:hAnsi="Arial" w:cs="Arial"/>
                <w:color w:val="374151"/>
              </w:rPr>
              <w:t xml:space="preserve"> extracting valuable insights from data to drive efficient solutions. Additionally, I am fascinated by the transformative power of Artificial Intelligence and Machine Learning in shaping our world, and I am committed to staying at the forefront of these rapidly evolving fields</w:t>
            </w:r>
            <w:r>
              <w:rPr>
                <w:rFonts w:ascii="Arial" w:hAnsi="Arial" w:cs="Arial"/>
                <w:color w:val="374151"/>
              </w:rPr>
              <w:t xml:space="preserve"> </w:t>
            </w:r>
            <w:r w:rsidR="007D0A33">
              <w:rPr>
                <w:rFonts w:ascii="Arial" w:hAnsi="Arial" w:cs="Arial"/>
                <w:color w:val="374151"/>
              </w:rPr>
              <w:t>through active involvement in projects that showcase their applications and potential</w:t>
            </w:r>
            <w:r w:rsidR="007D0A33">
              <w:rPr>
                <w:rFonts w:ascii="Arial" w:hAnsi="Arial" w:cs="Arial"/>
                <w:color w:val="374151"/>
              </w:rPr>
              <w:t xml:space="preserve">. My aim is to master data analysis and apply </w:t>
            </w:r>
            <w:proofErr w:type="gramStart"/>
            <w:r w:rsidR="007D0A33">
              <w:rPr>
                <w:rFonts w:ascii="Arial" w:hAnsi="Arial" w:cs="Arial"/>
                <w:color w:val="374151"/>
              </w:rPr>
              <w:t>it .</w:t>
            </w:r>
            <w:proofErr w:type="gramEnd"/>
          </w:p>
        </w:tc>
      </w:tr>
      <w:tr w:rsidR="00CF2BE7" w:rsidRPr="00020BEB" w14:paraId="21521600" w14:textId="77777777" w:rsidTr="00CF2BE7">
        <w:trPr>
          <w:trHeight w:val="90"/>
        </w:trPr>
        <w:tc>
          <w:tcPr>
            <w:tcW w:w="3692" w:type="dxa"/>
            <w:vMerge/>
          </w:tcPr>
          <w:p w14:paraId="5DD8F77D" w14:textId="77777777" w:rsidR="00CF2BE7" w:rsidRPr="00CA07A7" w:rsidRDefault="00CF2BE7" w:rsidP="00B31DA4">
            <w:pPr>
              <w:rPr>
                <w:color w:val="auto"/>
                <w:szCs w:val="20"/>
              </w:rPr>
            </w:pPr>
          </w:p>
        </w:tc>
        <w:tc>
          <w:tcPr>
            <w:tcW w:w="737" w:type="dxa"/>
            <w:vMerge/>
          </w:tcPr>
          <w:p w14:paraId="679B708B" w14:textId="77777777" w:rsidR="00CF2BE7" w:rsidRPr="00020BEB" w:rsidRDefault="00CF2BE7" w:rsidP="00B31DA4">
            <w:pPr>
              <w:spacing w:before="360"/>
              <w:rPr>
                <w:color w:val="auto"/>
              </w:rPr>
            </w:pPr>
          </w:p>
        </w:tc>
        <w:tc>
          <w:tcPr>
            <w:tcW w:w="6371" w:type="dxa"/>
            <w:tcBorders>
              <w:bottom w:val="single" w:sz="4" w:space="0" w:color="000000" w:themeColor="text1"/>
            </w:tcBorders>
          </w:tcPr>
          <w:p w14:paraId="5139612F" w14:textId="77777777" w:rsidR="00CF2BE7" w:rsidRPr="00AD590F" w:rsidRDefault="00CF2BE7" w:rsidP="00F46F61"/>
        </w:tc>
      </w:tr>
      <w:tr w:rsidR="00CF2BE7" w:rsidRPr="00020BEB" w14:paraId="03E052B3" w14:textId="77777777" w:rsidTr="00771A46">
        <w:trPr>
          <w:trHeight w:val="432"/>
        </w:trPr>
        <w:tc>
          <w:tcPr>
            <w:tcW w:w="3692" w:type="dxa"/>
            <w:vMerge w:val="restart"/>
          </w:tcPr>
          <w:p w14:paraId="06BEE4EF" w14:textId="77777777" w:rsidR="00CF2BE7" w:rsidRPr="00771A46" w:rsidRDefault="00C95557" w:rsidP="00771A46">
            <w:pPr>
              <w:pStyle w:val="Heading1"/>
            </w:pPr>
            <w:sdt>
              <w:sdtPr>
                <w:id w:val="-1704474398"/>
                <w:placeholder>
                  <w:docPart w:val="84F59B126D394D21BD5697A12C69E999"/>
                </w:placeholder>
                <w:showingPlcHdr/>
                <w15:appearance w15:val="hidden"/>
              </w:sdtPr>
              <w:sdtEndPr/>
              <w:sdtContent>
                <w:r w:rsidR="003F1D3E" w:rsidRPr="00771A46">
                  <w:t>CONTACT</w:t>
                </w:r>
              </w:sdtContent>
            </w:sdt>
          </w:p>
          <w:p w14:paraId="64616111" w14:textId="77777777" w:rsidR="00CF2BE7" w:rsidRPr="00020BEB" w:rsidRDefault="00CF2BE7" w:rsidP="00CF2BE7">
            <w:pPr>
              <w:rPr>
                <w:color w:val="auto"/>
                <w:szCs w:val="20"/>
              </w:rPr>
            </w:pPr>
          </w:p>
          <w:p w14:paraId="4D151F8A" w14:textId="45204E26" w:rsidR="003F1D3E" w:rsidRPr="00424690" w:rsidRDefault="00424690" w:rsidP="00424690">
            <w:pPr>
              <w:pStyle w:val="ListBullet"/>
              <w:rPr>
                <w:b/>
                <w:caps/>
                <w:noProof/>
                <w:lang w:val="it-IT"/>
              </w:rPr>
            </w:pPr>
            <w:r>
              <w:rPr>
                <w:noProof/>
                <w:lang w:val="it-IT"/>
              </w:rPr>
              <w:t>Sarahdaaboul08@gmail.com</w:t>
            </w:r>
          </w:p>
          <w:p w14:paraId="3E67C4D4" w14:textId="4F37EFC7" w:rsidR="003F1D3E" w:rsidRPr="003F1D3E" w:rsidRDefault="00424690" w:rsidP="00771A46">
            <w:pPr>
              <w:pStyle w:val="ListBullet"/>
              <w:rPr>
                <w:b/>
                <w:caps/>
                <w:noProof/>
                <w:lang w:val="it-IT"/>
              </w:rPr>
            </w:pPr>
            <w:r>
              <w:rPr>
                <w:b/>
                <w:caps/>
                <w:noProof/>
                <w:lang w:val="it-IT"/>
              </w:rPr>
              <w:t>phone  +961 7</w:t>
            </w:r>
            <w:r w:rsidR="00BD6711">
              <w:rPr>
                <w:b/>
                <w:caps/>
                <w:noProof/>
                <w:lang w:val="it-IT"/>
              </w:rPr>
              <w:t>6 628 335</w:t>
            </w:r>
          </w:p>
          <w:p w14:paraId="2DF6CEBC" w14:textId="2A4998EC" w:rsidR="00CF2BE7" w:rsidRPr="003F1D3E" w:rsidRDefault="00424690" w:rsidP="00771A46">
            <w:pPr>
              <w:pStyle w:val="ListBullet"/>
              <w:rPr>
                <w:b/>
                <w:caps/>
                <w:noProof/>
                <w:lang w:val="it-IT"/>
              </w:rPr>
            </w:pPr>
            <w:r>
              <w:rPr>
                <w:noProof/>
                <w:lang w:val="it-IT"/>
              </w:rPr>
              <w:t>Lebanon,Beirut</w:t>
            </w:r>
          </w:p>
          <w:p w14:paraId="7065D457" w14:textId="77777777" w:rsidR="00CF2BE7" w:rsidRDefault="00CF2BE7" w:rsidP="008770FA"/>
          <w:p w14:paraId="0D9009D7" w14:textId="77777777" w:rsidR="00CF2BE7" w:rsidRDefault="00CF2BE7" w:rsidP="008770FA"/>
          <w:p w14:paraId="682471AD" w14:textId="77777777" w:rsidR="00CF2BE7" w:rsidRPr="00C822BF" w:rsidRDefault="00C95557" w:rsidP="00CF2BE7">
            <w:pPr>
              <w:pStyle w:val="Heading1"/>
            </w:pPr>
            <w:sdt>
              <w:sdtPr>
                <w:id w:val="-1334530411"/>
                <w:placeholder>
                  <w:docPart w:val="EB9433004B9145749B1083854F0135DC"/>
                </w:placeholder>
                <w:temporary/>
                <w:showingPlcHdr/>
                <w15:appearance w15:val="hidden"/>
              </w:sdtPr>
              <w:sdtEndPr/>
              <w:sdtContent>
                <w:r w:rsidR="003F1D3E" w:rsidRPr="00C822BF">
                  <w:t>EDUCATION</w:t>
                </w:r>
              </w:sdtContent>
            </w:sdt>
          </w:p>
          <w:p w14:paraId="5929E78B" w14:textId="77777777" w:rsidR="00CF2BE7" w:rsidRPr="009B4B3C" w:rsidRDefault="00CF2BE7" w:rsidP="00CF2BE7">
            <w:pPr>
              <w:rPr>
                <w:b/>
                <w:bCs/>
                <w:color w:val="auto"/>
                <w:spacing w:val="20"/>
                <w:sz w:val="18"/>
                <w:szCs w:val="18"/>
              </w:rPr>
            </w:pPr>
          </w:p>
          <w:p w14:paraId="7FD29D5C" w14:textId="2ED587B2" w:rsidR="00CF2BE7" w:rsidRDefault="00424690" w:rsidP="00424690">
            <w:pPr>
              <w:rPr>
                <w:lang w:val="it-IT"/>
              </w:rPr>
            </w:pPr>
            <w:r>
              <w:rPr>
                <w:lang w:val="it-IT"/>
              </w:rPr>
              <w:t>Pursuing a Bachelors Dgeree in Data Science  at Lebanese University,Faculty of Information</w:t>
            </w:r>
          </w:p>
          <w:p w14:paraId="4DEBDB77" w14:textId="77777777" w:rsidR="00CF2BE7" w:rsidRDefault="00CF2BE7" w:rsidP="008770FA">
            <w:pPr>
              <w:rPr>
                <w:lang w:val="it-IT"/>
              </w:rPr>
            </w:pPr>
          </w:p>
          <w:p w14:paraId="3854BB78" w14:textId="33C24378" w:rsidR="00CF2BE7" w:rsidRPr="007D0A33" w:rsidRDefault="007D0A33" w:rsidP="00424690">
            <w:pPr>
              <w:pStyle w:val="Heading1"/>
              <w:rPr>
                <w:sz w:val="22"/>
                <w:szCs w:val="22"/>
              </w:rPr>
            </w:pPr>
            <w:r w:rsidRPr="007D0A33">
              <w:rPr>
                <w:sz w:val="22"/>
                <w:szCs w:val="22"/>
              </w:rPr>
              <w:t xml:space="preserve"> technical skills:</w:t>
            </w:r>
          </w:p>
          <w:p w14:paraId="65D101DF" w14:textId="3416EE97" w:rsidR="00424690" w:rsidRDefault="00424690" w:rsidP="00424690">
            <w:pPr>
              <w:pStyle w:val="ListBullet"/>
            </w:pPr>
            <w:r>
              <w:t>Web design</w:t>
            </w:r>
          </w:p>
          <w:p w14:paraId="6ECBD412" w14:textId="3931F372" w:rsidR="00424690" w:rsidRDefault="00424690" w:rsidP="00424690">
            <w:pPr>
              <w:pStyle w:val="ListBullet"/>
            </w:pPr>
            <w:r>
              <w:t xml:space="preserve">Data structure and </w:t>
            </w:r>
            <w:proofErr w:type="gramStart"/>
            <w:r>
              <w:t>algorithms</w:t>
            </w:r>
            <w:r w:rsidR="0069245A">
              <w:t>(</w:t>
            </w:r>
            <w:proofErr w:type="gramEnd"/>
            <w:r w:rsidR="0069245A">
              <w:t xml:space="preserve">codes about stack, </w:t>
            </w:r>
            <w:proofErr w:type="spellStart"/>
            <w:r w:rsidR="0069245A">
              <w:t>queue,l</w:t>
            </w:r>
            <w:proofErr w:type="spellEnd"/>
            <w:r w:rsidR="0069245A">
              <w:t xml:space="preserve"> </w:t>
            </w:r>
            <w:proofErr w:type="spellStart"/>
            <w:r w:rsidR="0069245A">
              <w:t>inkedlist</w:t>
            </w:r>
            <w:proofErr w:type="spellEnd"/>
            <w:r w:rsidR="0069245A">
              <w:t xml:space="preserve"> ,binary tree)  </w:t>
            </w:r>
          </w:p>
          <w:p w14:paraId="143A8C83" w14:textId="20B50461" w:rsidR="00424690" w:rsidRDefault="00424690" w:rsidP="00424690">
            <w:pPr>
              <w:pStyle w:val="ListBullet"/>
            </w:pPr>
            <w:r>
              <w:t xml:space="preserve">Database management </w:t>
            </w:r>
            <w:proofErr w:type="gramStart"/>
            <w:r>
              <w:t>system(</w:t>
            </w:r>
            <w:proofErr w:type="gramEnd"/>
            <w:r>
              <w:t>MySQL)</w:t>
            </w:r>
          </w:p>
          <w:p w14:paraId="5E026EAF" w14:textId="5B8AA7AB" w:rsidR="00424690" w:rsidRDefault="00424690" w:rsidP="00424690">
            <w:pPr>
              <w:pStyle w:val="ListBullet"/>
            </w:pPr>
            <w:r>
              <w:t>Programming languages (R/Python/C++/java)</w:t>
            </w:r>
          </w:p>
          <w:p w14:paraId="714F4327" w14:textId="79FDEFDB" w:rsidR="00424690" w:rsidRDefault="00424690" w:rsidP="00424690">
            <w:pPr>
              <w:pStyle w:val="ListBullet"/>
              <w:numPr>
                <w:ilvl w:val="0"/>
                <w:numId w:val="0"/>
              </w:numPr>
              <w:ind w:left="360"/>
            </w:pPr>
            <w:r>
              <w:t>Familiar with python libraries (</w:t>
            </w:r>
            <w:proofErr w:type="spellStart"/>
            <w:r>
              <w:t>numpy</w:t>
            </w:r>
            <w:proofErr w:type="spellEnd"/>
            <w:r>
              <w:t>/seaborn/pandas)</w:t>
            </w:r>
          </w:p>
          <w:p w14:paraId="348A0304" w14:textId="12CEC78C" w:rsidR="00424690" w:rsidRDefault="00424690" w:rsidP="00424690">
            <w:pPr>
              <w:pStyle w:val="ListBullet"/>
            </w:pPr>
            <w:r>
              <w:t>Data analysis (time series analysis /multilinear regression analysis)</w:t>
            </w:r>
          </w:p>
          <w:p w14:paraId="785EA2CB" w14:textId="158D9E23" w:rsidR="00424690" w:rsidRDefault="00424690" w:rsidP="00424690">
            <w:pPr>
              <w:pStyle w:val="ListBullet"/>
            </w:pPr>
            <w:proofErr w:type="gramStart"/>
            <w:r>
              <w:t>Statistics</w:t>
            </w:r>
            <w:r w:rsidR="009A0422">
              <w:t>(</w:t>
            </w:r>
            <w:proofErr w:type="gramEnd"/>
            <w:r w:rsidR="009A0422">
              <w:t>descriptive and inferential statistics/</w:t>
            </w:r>
            <w:proofErr w:type="spellStart"/>
            <w:r w:rsidR="009A0422">
              <w:t>Anova</w:t>
            </w:r>
            <w:proofErr w:type="spellEnd"/>
            <w:r w:rsidR="009A0422">
              <w:t xml:space="preserve"> test/regression and correlation)</w:t>
            </w:r>
          </w:p>
          <w:p w14:paraId="54136F01" w14:textId="66B16011" w:rsidR="00424690" w:rsidRPr="00CF2BE7" w:rsidRDefault="00424690" w:rsidP="00424690">
            <w:pPr>
              <w:pStyle w:val="ListBullet"/>
            </w:pPr>
            <w:r>
              <w:t>Web Scraping (Beautiful soup)</w:t>
            </w:r>
          </w:p>
        </w:tc>
        <w:tc>
          <w:tcPr>
            <w:tcW w:w="737" w:type="dxa"/>
            <w:vMerge/>
          </w:tcPr>
          <w:p w14:paraId="0896499D" w14:textId="77777777" w:rsidR="00CF2BE7" w:rsidRPr="00020BEB" w:rsidRDefault="00CF2BE7" w:rsidP="00B31DA4">
            <w:pPr>
              <w:spacing w:before="360"/>
              <w:rPr>
                <w:color w:val="auto"/>
              </w:rPr>
            </w:pPr>
          </w:p>
        </w:tc>
        <w:tc>
          <w:tcPr>
            <w:tcW w:w="6371" w:type="dxa"/>
            <w:tcBorders>
              <w:top w:val="single" w:sz="4" w:space="0" w:color="000000" w:themeColor="text1"/>
            </w:tcBorders>
          </w:tcPr>
          <w:p w14:paraId="09A0D565" w14:textId="77777777" w:rsidR="00410D7A" w:rsidRPr="00410D7A" w:rsidRDefault="00410D7A" w:rsidP="00410D7A">
            <w:pPr>
              <w:rPr>
                <w:sz w:val="22"/>
                <w:szCs w:val="28"/>
              </w:rPr>
            </w:pPr>
            <w:r w:rsidRPr="00410D7A">
              <w:rPr>
                <w:b/>
                <w:bCs/>
                <w:sz w:val="22"/>
                <w:szCs w:val="28"/>
              </w:rPr>
              <w:t>Experience:</w:t>
            </w:r>
          </w:p>
          <w:p w14:paraId="7A273990" w14:textId="77777777" w:rsidR="00410D7A" w:rsidRPr="00410D7A" w:rsidRDefault="00410D7A" w:rsidP="00410D7A">
            <w:pPr>
              <w:rPr>
                <w:color w:val="361BC7" w:themeColor="accent1" w:themeShade="80"/>
              </w:rPr>
            </w:pPr>
            <w:r w:rsidRPr="00410D7A">
              <w:rPr>
                <w:b/>
                <w:bCs/>
                <w:color w:val="361BC7" w:themeColor="accent1" w:themeShade="80"/>
              </w:rPr>
              <w:t>Volunteering Internship:</w:t>
            </w:r>
          </w:p>
          <w:p w14:paraId="4DD83A27" w14:textId="708655F3" w:rsidR="00410D7A" w:rsidRPr="00410D7A" w:rsidRDefault="00410D7A" w:rsidP="00410D7A">
            <w:r w:rsidRPr="00410D7A">
              <w:t xml:space="preserve">Data Team Volunteer, All Girls Code (Founded by AUB Students) [Duration: </w:t>
            </w:r>
            <w:r w:rsidR="007363D7">
              <w:t>June</w:t>
            </w:r>
            <w:r w:rsidRPr="00410D7A">
              <w:t xml:space="preserve"> - </w:t>
            </w:r>
            <w:r w:rsidR="007363D7">
              <w:t>September</w:t>
            </w:r>
            <w:r w:rsidRPr="00410D7A">
              <w:t xml:space="preserve">, </w:t>
            </w:r>
            <w:r w:rsidR="007363D7">
              <w:t>2024</w:t>
            </w:r>
            <w:r w:rsidRPr="00410D7A">
              <w:t>]</w:t>
            </w:r>
          </w:p>
          <w:p w14:paraId="420BADAC" w14:textId="6C9C3B84" w:rsidR="00410D7A" w:rsidRPr="00410D7A" w:rsidRDefault="00410D7A" w:rsidP="00410D7A">
            <w:pPr>
              <w:numPr>
                <w:ilvl w:val="0"/>
                <w:numId w:val="10"/>
              </w:numPr>
            </w:pPr>
            <w:r w:rsidRPr="00410D7A">
              <w:t>Collaborating with a team of students to drive data-driven insights and support the organization's mission</w:t>
            </w:r>
            <w:r w:rsidR="007363D7">
              <w:t>.</w:t>
            </w:r>
          </w:p>
          <w:p w14:paraId="0892D41F" w14:textId="77777777" w:rsidR="00CF2BE7" w:rsidRPr="00CA07A7" w:rsidRDefault="00CF2BE7" w:rsidP="00F46F61"/>
        </w:tc>
      </w:tr>
      <w:tr w:rsidR="00CF2BE7" w:rsidRPr="00020BEB" w14:paraId="0C794662" w14:textId="77777777" w:rsidTr="003F1D3E">
        <w:trPr>
          <w:trHeight w:val="3195"/>
        </w:trPr>
        <w:tc>
          <w:tcPr>
            <w:tcW w:w="3692" w:type="dxa"/>
            <w:vMerge/>
          </w:tcPr>
          <w:p w14:paraId="4FD161A9" w14:textId="77777777" w:rsidR="00CF2BE7" w:rsidRPr="00CA07A7" w:rsidRDefault="00CF2BE7" w:rsidP="00B31DA4">
            <w:pPr>
              <w:rPr>
                <w:color w:val="auto"/>
                <w:szCs w:val="20"/>
              </w:rPr>
            </w:pPr>
          </w:p>
        </w:tc>
        <w:tc>
          <w:tcPr>
            <w:tcW w:w="737" w:type="dxa"/>
            <w:vMerge/>
          </w:tcPr>
          <w:p w14:paraId="2E9C78EC" w14:textId="77777777" w:rsidR="00CF2BE7" w:rsidRPr="00020BEB" w:rsidRDefault="00CF2BE7" w:rsidP="00B31DA4">
            <w:pPr>
              <w:spacing w:before="360"/>
              <w:rPr>
                <w:color w:val="auto"/>
              </w:rPr>
            </w:pPr>
          </w:p>
        </w:tc>
        <w:tc>
          <w:tcPr>
            <w:tcW w:w="6371" w:type="dxa"/>
          </w:tcPr>
          <w:p w14:paraId="206E1C6F" w14:textId="65F2E9CD" w:rsidR="00CF2BE7" w:rsidRPr="007363D7" w:rsidRDefault="00EC0243" w:rsidP="009A0422">
            <w:pPr>
              <w:pStyle w:val="Heading1"/>
              <w:rPr>
                <w:color w:val="361BC7" w:themeColor="accent1" w:themeShade="80"/>
                <w:sz w:val="18"/>
                <w:szCs w:val="18"/>
              </w:rPr>
            </w:pPr>
            <w:r w:rsidRPr="007363D7">
              <w:rPr>
                <w:color w:val="361BC7" w:themeColor="accent1" w:themeShade="80"/>
                <w:sz w:val="18"/>
                <w:szCs w:val="18"/>
              </w:rPr>
              <w:t>Projects</w:t>
            </w:r>
          </w:p>
          <w:p w14:paraId="0B3B6EA2" w14:textId="77777777" w:rsidR="00EC0243" w:rsidRPr="00EC0243" w:rsidRDefault="00EC0243" w:rsidP="00EC0243"/>
          <w:p w14:paraId="0384D093" w14:textId="7A836F70" w:rsidR="00EC0243" w:rsidRPr="00EC0243" w:rsidRDefault="00EC0243" w:rsidP="00EC0243">
            <w:pPr>
              <w:pStyle w:val="ListParagraph"/>
              <w:numPr>
                <w:ilvl w:val="0"/>
                <w:numId w:val="9"/>
              </w:numPr>
            </w:pPr>
            <w:r>
              <w:rPr>
                <w:b/>
                <w:bCs/>
              </w:rPr>
              <w:t xml:space="preserve">WEB SCRAPING PROJECT: </w:t>
            </w:r>
          </w:p>
          <w:p w14:paraId="1F572047" w14:textId="433401D9" w:rsidR="00EC0243" w:rsidRDefault="00EC0243" w:rsidP="00EC0243">
            <w:pPr>
              <w:pStyle w:val="ListParagraph"/>
            </w:pPr>
            <w:r>
              <w:t>Scraping data about job</w:t>
            </w:r>
            <w:r w:rsidR="009A0422">
              <w:t>s</w:t>
            </w:r>
            <w:r>
              <w:t xml:space="preserve"> from </w:t>
            </w:r>
            <w:proofErr w:type="gramStart"/>
            <w:r>
              <w:t>websites</w:t>
            </w:r>
            <w:r w:rsidR="009A0422">
              <w:t>(</w:t>
            </w:r>
            <w:proofErr w:type="gramEnd"/>
            <w:r w:rsidR="009A0422">
              <w:t>including job title/ salary /description)</w:t>
            </w:r>
            <w:r>
              <w:t xml:space="preserve"> through building a web scraper by utilizing python libraries such as scrappy and Beautiful Soup</w:t>
            </w:r>
            <w:r w:rsidR="009A0422">
              <w:t xml:space="preserve">. The scrapped data was </w:t>
            </w:r>
            <w:r>
              <w:t xml:space="preserve">exported into a csv </w:t>
            </w:r>
            <w:proofErr w:type="gramStart"/>
            <w:r>
              <w:t>file .these</w:t>
            </w:r>
            <w:proofErr w:type="gramEnd"/>
            <w:r>
              <w:t xml:space="preserve"> websites were: zip recruiter and bayt.com. </w:t>
            </w:r>
            <w:r w:rsidR="009A0422">
              <w:t>The aim of this project was to notice trending skills or jobs in 2024.</w:t>
            </w:r>
          </w:p>
          <w:p w14:paraId="7E644163" w14:textId="77777777" w:rsidR="00EC0243" w:rsidRPr="00EC0243" w:rsidRDefault="00EC0243" w:rsidP="00EC0243">
            <w:pPr>
              <w:pStyle w:val="ListParagraph"/>
            </w:pPr>
          </w:p>
          <w:p w14:paraId="41419837" w14:textId="26577088" w:rsidR="00EC0243" w:rsidRPr="00EC0243" w:rsidRDefault="00EC0243" w:rsidP="00EC0243">
            <w:pPr>
              <w:pStyle w:val="ListParagraph"/>
            </w:pPr>
          </w:p>
        </w:tc>
      </w:tr>
      <w:tr w:rsidR="00CF2BE7" w:rsidRPr="00020BEB" w14:paraId="446B10AB" w14:textId="77777777" w:rsidTr="003F1D3E">
        <w:trPr>
          <w:trHeight w:val="2187"/>
        </w:trPr>
        <w:tc>
          <w:tcPr>
            <w:tcW w:w="3692" w:type="dxa"/>
            <w:vMerge/>
          </w:tcPr>
          <w:p w14:paraId="5BDFDF66" w14:textId="77777777" w:rsidR="00CF2BE7" w:rsidRPr="00CA07A7" w:rsidRDefault="00CF2BE7" w:rsidP="00B31DA4">
            <w:pPr>
              <w:rPr>
                <w:color w:val="auto"/>
                <w:szCs w:val="20"/>
              </w:rPr>
            </w:pPr>
          </w:p>
        </w:tc>
        <w:tc>
          <w:tcPr>
            <w:tcW w:w="737" w:type="dxa"/>
            <w:vMerge/>
          </w:tcPr>
          <w:p w14:paraId="368A2419" w14:textId="77777777" w:rsidR="00CF2BE7" w:rsidRPr="00020BEB" w:rsidRDefault="00CF2BE7" w:rsidP="00B31DA4">
            <w:pPr>
              <w:spacing w:before="360"/>
              <w:rPr>
                <w:color w:val="auto"/>
              </w:rPr>
            </w:pPr>
          </w:p>
        </w:tc>
        <w:tc>
          <w:tcPr>
            <w:tcW w:w="6371" w:type="dxa"/>
          </w:tcPr>
          <w:p w14:paraId="55B77565" w14:textId="77777777" w:rsidR="00410D7A" w:rsidRPr="00410D7A" w:rsidRDefault="00410D7A" w:rsidP="00410D7A">
            <w:pPr>
              <w:rPr>
                <w:color w:val="auto"/>
                <w:szCs w:val="20"/>
              </w:rPr>
            </w:pPr>
            <w:r w:rsidRPr="00410D7A">
              <w:rPr>
                <w:b/>
                <w:bCs/>
                <w:color w:val="auto"/>
                <w:szCs w:val="20"/>
              </w:rPr>
              <w:t>Internship Interests:</w:t>
            </w:r>
          </w:p>
          <w:p w14:paraId="7A1F8A6A" w14:textId="5A07E4C5" w:rsidR="00410D7A" w:rsidRDefault="00410D7A" w:rsidP="00410D7A">
            <w:pPr>
              <w:rPr>
                <w:color w:val="auto"/>
                <w:szCs w:val="20"/>
              </w:rPr>
            </w:pPr>
            <w:r w:rsidRPr="00410D7A">
              <w:rPr>
                <w:color w:val="auto"/>
                <w:szCs w:val="20"/>
              </w:rPr>
              <w:t>I am excited to bridge the gap between academic theory and practical application through internships, where I can apply my skills and knowledge to real-world problems, gain hands-on experience</w:t>
            </w:r>
            <w:r>
              <w:rPr>
                <w:color w:val="auto"/>
                <w:szCs w:val="20"/>
              </w:rPr>
              <w:t xml:space="preserve"> and strengthen my skills.</w:t>
            </w:r>
          </w:p>
          <w:p w14:paraId="426675BE" w14:textId="77777777" w:rsidR="0069245A" w:rsidRDefault="0069245A" w:rsidP="00410D7A">
            <w:pPr>
              <w:rPr>
                <w:b/>
                <w:bCs/>
                <w:color w:val="auto"/>
                <w:szCs w:val="20"/>
              </w:rPr>
            </w:pPr>
          </w:p>
          <w:p w14:paraId="7D125C47" w14:textId="6FBFCDCA" w:rsidR="007363D7" w:rsidRPr="0069245A" w:rsidRDefault="007363D7" w:rsidP="00410D7A">
            <w:pPr>
              <w:rPr>
                <w:b/>
                <w:bCs/>
                <w:color w:val="auto"/>
                <w:szCs w:val="20"/>
              </w:rPr>
            </w:pPr>
            <w:r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2342" behindDoc="0" locked="0" layoutInCell="1" allowOverlap="1" wp14:anchorId="2C46C16F" wp14:editId="31778D53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3175</wp:posOffset>
                      </wp:positionV>
                      <wp:extent cx="3143250" cy="0"/>
                      <wp:effectExtent l="0" t="0" r="0" b="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0C1DE19" id="Straight Connector 4" o:spid="_x0000_s1026" style="position:absolute;z-index:2516623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.25pt" to="247.5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" strokecolor="black [3200]" strokeweight="1.5pt">
                      <v:stroke joinstyle="miter"/>
                    </v:line>
                  </w:pict>
                </mc:Fallback>
              </mc:AlternateContent>
            </w:r>
          </w:p>
        </w:tc>
      </w:tr>
      <w:tr w:rsidR="00CF2BE7" w:rsidRPr="00020BEB" w14:paraId="0162B0D5" w14:textId="77777777" w:rsidTr="00CF2BE7">
        <w:trPr>
          <w:trHeight w:val="80"/>
        </w:trPr>
        <w:tc>
          <w:tcPr>
            <w:tcW w:w="3692" w:type="dxa"/>
            <w:vMerge/>
          </w:tcPr>
          <w:p w14:paraId="3C9068A1" w14:textId="77777777" w:rsidR="00CF2BE7" w:rsidRPr="00CA07A7" w:rsidRDefault="00CF2BE7" w:rsidP="00B31DA4">
            <w:pPr>
              <w:rPr>
                <w:color w:val="auto"/>
                <w:szCs w:val="20"/>
              </w:rPr>
            </w:pPr>
          </w:p>
        </w:tc>
        <w:tc>
          <w:tcPr>
            <w:tcW w:w="737" w:type="dxa"/>
            <w:vMerge/>
          </w:tcPr>
          <w:p w14:paraId="0B0ABE96" w14:textId="77777777" w:rsidR="00CF2BE7" w:rsidRPr="00020BEB" w:rsidRDefault="00CF2BE7" w:rsidP="00B31DA4">
            <w:pPr>
              <w:spacing w:before="360"/>
              <w:rPr>
                <w:color w:val="auto"/>
              </w:rPr>
            </w:pPr>
          </w:p>
        </w:tc>
        <w:tc>
          <w:tcPr>
            <w:tcW w:w="6371" w:type="dxa"/>
          </w:tcPr>
          <w:p w14:paraId="363E28A8" w14:textId="31635DE0" w:rsidR="007D0A33" w:rsidRPr="00343C48" w:rsidRDefault="007D0A33" w:rsidP="007D0A33">
            <w:pPr>
              <w:pStyle w:val="Heading2"/>
              <w:rPr>
                <w:color w:val="auto"/>
                <w:szCs w:val="20"/>
              </w:rPr>
            </w:pPr>
            <w:r>
              <w:t xml:space="preserve">Soft skills </w:t>
            </w:r>
          </w:p>
          <w:p w14:paraId="2F13EA2A" w14:textId="77777777" w:rsidR="00CF2BE7" w:rsidRDefault="00CF2BE7" w:rsidP="00343C48">
            <w:pPr>
              <w:rPr>
                <w:color w:val="auto"/>
                <w:szCs w:val="20"/>
              </w:rPr>
            </w:pPr>
          </w:p>
          <w:p w14:paraId="70CF5531" w14:textId="77777777" w:rsidR="009A0422" w:rsidRDefault="009A0422" w:rsidP="009A0422">
            <w:pPr>
              <w:pStyle w:val="ListParagraph"/>
              <w:numPr>
                <w:ilvl w:val="0"/>
                <w:numId w:val="9"/>
              </w:num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English language </w:t>
            </w:r>
          </w:p>
          <w:p w14:paraId="5FC47883" w14:textId="77777777" w:rsidR="009A0422" w:rsidRDefault="009A0422" w:rsidP="009A0422">
            <w:pPr>
              <w:pStyle w:val="ListParagraph"/>
              <w:numPr>
                <w:ilvl w:val="0"/>
                <w:numId w:val="9"/>
              </w:num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Arabic language</w:t>
            </w:r>
          </w:p>
          <w:p w14:paraId="3191FD60" w14:textId="7197DA9A" w:rsidR="009A0422" w:rsidRDefault="009A0422" w:rsidP="009A0422">
            <w:pPr>
              <w:pStyle w:val="ListParagraph"/>
              <w:numPr>
                <w:ilvl w:val="0"/>
                <w:numId w:val="9"/>
              </w:num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Motivated</w:t>
            </w:r>
          </w:p>
          <w:p w14:paraId="5DFDF648" w14:textId="77777777" w:rsidR="009A0422" w:rsidRDefault="009A0422" w:rsidP="009A0422">
            <w:pPr>
              <w:pStyle w:val="ListParagraph"/>
              <w:numPr>
                <w:ilvl w:val="0"/>
                <w:numId w:val="9"/>
              </w:num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Computer skills</w:t>
            </w:r>
          </w:p>
          <w:p w14:paraId="7D5451FF" w14:textId="77777777" w:rsidR="009A0422" w:rsidRDefault="009A0422" w:rsidP="009A0422">
            <w:pPr>
              <w:pStyle w:val="ListParagraph"/>
              <w:numPr>
                <w:ilvl w:val="0"/>
                <w:numId w:val="9"/>
              </w:num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 xml:space="preserve">Ability to learn quickly </w:t>
            </w:r>
          </w:p>
          <w:p w14:paraId="6B88FD1A" w14:textId="1C43B562" w:rsidR="009A0422" w:rsidRPr="009A0422" w:rsidRDefault="009A0422" w:rsidP="009A0422">
            <w:pPr>
              <w:pStyle w:val="ListParagraph"/>
              <w:numPr>
                <w:ilvl w:val="0"/>
                <w:numId w:val="9"/>
              </w:numPr>
              <w:rPr>
                <w:color w:val="auto"/>
                <w:szCs w:val="20"/>
              </w:rPr>
            </w:pPr>
            <w:r>
              <w:rPr>
                <w:color w:val="auto"/>
                <w:szCs w:val="20"/>
              </w:rPr>
              <w:t>Hard working</w:t>
            </w:r>
          </w:p>
        </w:tc>
      </w:tr>
    </w:tbl>
    <w:p w14:paraId="42267B86" w14:textId="77777777" w:rsidR="00871DB8" w:rsidRPr="00020BEB" w:rsidRDefault="00871DB8" w:rsidP="00016465">
      <w:pPr>
        <w:rPr>
          <w:color w:val="auto"/>
        </w:rPr>
      </w:pPr>
    </w:p>
    <w:sectPr w:rsidR="00871DB8" w:rsidRPr="00020BEB" w:rsidSect="00B06922">
      <w:pgSz w:w="12240" w:h="15840" w:code="1"/>
      <w:pgMar w:top="630" w:right="720" w:bottom="432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D3812" w14:textId="77777777" w:rsidR="00C95557" w:rsidRDefault="00C95557" w:rsidP="00AA35A8">
      <w:pPr>
        <w:spacing w:line="240" w:lineRule="auto"/>
      </w:pPr>
      <w:r>
        <w:separator/>
      </w:r>
    </w:p>
  </w:endnote>
  <w:endnote w:type="continuationSeparator" w:id="0">
    <w:p w14:paraId="6E3CF5F3" w14:textId="77777777" w:rsidR="00C95557" w:rsidRDefault="00C95557" w:rsidP="00AA35A8">
      <w:pPr>
        <w:spacing w:line="240" w:lineRule="auto"/>
      </w:pPr>
      <w:r>
        <w:continuationSeparator/>
      </w:r>
    </w:p>
  </w:endnote>
  <w:endnote w:type="continuationNotice" w:id="1">
    <w:p w14:paraId="2744F0C8" w14:textId="77777777" w:rsidR="00C95557" w:rsidRDefault="00C9555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4E510" w14:textId="77777777" w:rsidR="00C95557" w:rsidRDefault="00C95557" w:rsidP="00AA35A8">
      <w:pPr>
        <w:spacing w:line="240" w:lineRule="auto"/>
      </w:pPr>
      <w:r>
        <w:separator/>
      </w:r>
    </w:p>
  </w:footnote>
  <w:footnote w:type="continuationSeparator" w:id="0">
    <w:p w14:paraId="5E682D20" w14:textId="77777777" w:rsidR="00C95557" w:rsidRDefault="00C95557" w:rsidP="00AA35A8">
      <w:pPr>
        <w:spacing w:line="240" w:lineRule="auto"/>
      </w:pPr>
      <w:r>
        <w:continuationSeparator/>
      </w:r>
    </w:p>
  </w:footnote>
  <w:footnote w:type="continuationNotice" w:id="1">
    <w:p w14:paraId="2AD34F5C" w14:textId="77777777" w:rsidR="00C95557" w:rsidRDefault="00C95557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84" type="#_x0000_t75" style="width:14.4pt;height:14.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" o:bullet="t">
        <v:imagedata r:id="rId1" o:title=""/>
      </v:shape>
    </w:pict>
  </w:numPicBullet>
  <w:numPicBullet w:numPicBulletId="1">
    <w:pict>
      <v:shape id="_x0000_i1385" type="#_x0000_t75" style="width:13.45pt;height:13.4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" o:bullet="t">
        <v:imagedata r:id="rId2" o:title=""/>
      </v:shape>
    </w:pict>
  </w:numPicBullet>
  <w:abstractNum w:abstractNumId="0" w15:restartNumberingAfterBreak="0">
    <w:nsid w:val="01490D70"/>
    <w:multiLevelType w:val="multilevel"/>
    <w:tmpl w:val="559A5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651E18"/>
    <w:multiLevelType w:val="hybridMultilevel"/>
    <w:tmpl w:val="DC8EF1C0"/>
    <w:lvl w:ilvl="0" w:tplc="F9CCC478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E27A0"/>
    <w:multiLevelType w:val="hybridMultilevel"/>
    <w:tmpl w:val="88F0E214"/>
    <w:lvl w:ilvl="0" w:tplc="B7B08382">
      <w:numFmt w:val="decimalZero"/>
      <w:lvlText w:val="(%1)"/>
      <w:lvlJc w:val="left"/>
      <w:pPr>
        <w:ind w:left="940" w:hanging="5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82812"/>
    <w:multiLevelType w:val="hybridMultilevel"/>
    <w:tmpl w:val="DE482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010FB"/>
    <w:multiLevelType w:val="hybridMultilevel"/>
    <w:tmpl w:val="5CF0D04A"/>
    <w:lvl w:ilvl="0" w:tplc="225455B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8F2054"/>
    <w:multiLevelType w:val="hybridMultilevel"/>
    <w:tmpl w:val="BBF8ADCC"/>
    <w:lvl w:ilvl="0" w:tplc="DFA8F08A">
      <w:start w:val="1"/>
      <w:numFmt w:val="bullet"/>
      <w:lvlText w:val=""/>
      <w:lvlJc w:val="left"/>
      <w:pPr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16994"/>
    <w:multiLevelType w:val="hybridMultilevel"/>
    <w:tmpl w:val="54140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6874F5"/>
    <w:multiLevelType w:val="hybridMultilevel"/>
    <w:tmpl w:val="3BE64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1C1202"/>
    <w:multiLevelType w:val="hybridMultilevel"/>
    <w:tmpl w:val="30ACB44A"/>
    <w:lvl w:ilvl="0" w:tplc="314483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833FE2"/>
    <w:multiLevelType w:val="hybridMultilevel"/>
    <w:tmpl w:val="FD36A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2"/>
  <w:removePersonalInformation/>
  <w:removeDateAndTime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690"/>
    <w:rsid w:val="0000752A"/>
    <w:rsid w:val="00016465"/>
    <w:rsid w:val="000176BD"/>
    <w:rsid w:val="00020833"/>
    <w:rsid w:val="00020BEB"/>
    <w:rsid w:val="00033263"/>
    <w:rsid w:val="000334C1"/>
    <w:rsid w:val="000873F6"/>
    <w:rsid w:val="000968D6"/>
    <w:rsid w:val="000B286F"/>
    <w:rsid w:val="000D134B"/>
    <w:rsid w:val="0010041D"/>
    <w:rsid w:val="001052AA"/>
    <w:rsid w:val="00121919"/>
    <w:rsid w:val="00124ED6"/>
    <w:rsid w:val="00157511"/>
    <w:rsid w:val="00167789"/>
    <w:rsid w:val="00194704"/>
    <w:rsid w:val="001B160B"/>
    <w:rsid w:val="00203213"/>
    <w:rsid w:val="002236D5"/>
    <w:rsid w:val="0023757B"/>
    <w:rsid w:val="00243756"/>
    <w:rsid w:val="00253CBD"/>
    <w:rsid w:val="0027193E"/>
    <w:rsid w:val="002A7891"/>
    <w:rsid w:val="002C4E0C"/>
    <w:rsid w:val="002D178C"/>
    <w:rsid w:val="002E7306"/>
    <w:rsid w:val="00331DCE"/>
    <w:rsid w:val="00334FEA"/>
    <w:rsid w:val="00343C48"/>
    <w:rsid w:val="003514CA"/>
    <w:rsid w:val="00352A17"/>
    <w:rsid w:val="003877F8"/>
    <w:rsid w:val="003904BF"/>
    <w:rsid w:val="00391BEA"/>
    <w:rsid w:val="003A3587"/>
    <w:rsid w:val="003B351B"/>
    <w:rsid w:val="003B4AEF"/>
    <w:rsid w:val="003B7F92"/>
    <w:rsid w:val="003F1D3E"/>
    <w:rsid w:val="00410D7A"/>
    <w:rsid w:val="0041245C"/>
    <w:rsid w:val="00413BF1"/>
    <w:rsid w:val="00415CF3"/>
    <w:rsid w:val="00424690"/>
    <w:rsid w:val="00427300"/>
    <w:rsid w:val="00453A7B"/>
    <w:rsid w:val="00457ADE"/>
    <w:rsid w:val="00462350"/>
    <w:rsid w:val="00463060"/>
    <w:rsid w:val="00464B92"/>
    <w:rsid w:val="00470744"/>
    <w:rsid w:val="004936B2"/>
    <w:rsid w:val="004A28EA"/>
    <w:rsid w:val="004D5532"/>
    <w:rsid w:val="00524297"/>
    <w:rsid w:val="005273AD"/>
    <w:rsid w:val="00537559"/>
    <w:rsid w:val="00552CAA"/>
    <w:rsid w:val="00583F2A"/>
    <w:rsid w:val="005E11A5"/>
    <w:rsid w:val="00602B83"/>
    <w:rsid w:val="00607A35"/>
    <w:rsid w:val="00626B3C"/>
    <w:rsid w:val="00660FBB"/>
    <w:rsid w:val="0069245A"/>
    <w:rsid w:val="0069541B"/>
    <w:rsid w:val="006A1E18"/>
    <w:rsid w:val="006A37C0"/>
    <w:rsid w:val="006C7C99"/>
    <w:rsid w:val="006C7F5A"/>
    <w:rsid w:val="006D4544"/>
    <w:rsid w:val="007363D7"/>
    <w:rsid w:val="00745AA9"/>
    <w:rsid w:val="00746B0A"/>
    <w:rsid w:val="007704E6"/>
    <w:rsid w:val="00771A46"/>
    <w:rsid w:val="00772D95"/>
    <w:rsid w:val="00791376"/>
    <w:rsid w:val="00791C5D"/>
    <w:rsid w:val="007B4FF4"/>
    <w:rsid w:val="007D0A33"/>
    <w:rsid w:val="007D7F15"/>
    <w:rsid w:val="00831977"/>
    <w:rsid w:val="00836AA3"/>
    <w:rsid w:val="008377D9"/>
    <w:rsid w:val="00850571"/>
    <w:rsid w:val="008506D1"/>
    <w:rsid w:val="00871DB8"/>
    <w:rsid w:val="008770FA"/>
    <w:rsid w:val="00887E05"/>
    <w:rsid w:val="008A171A"/>
    <w:rsid w:val="008C6FDE"/>
    <w:rsid w:val="008D004E"/>
    <w:rsid w:val="008D5253"/>
    <w:rsid w:val="008F180B"/>
    <w:rsid w:val="008F48B9"/>
    <w:rsid w:val="00900281"/>
    <w:rsid w:val="009049BC"/>
    <w:rsid w:val="00910B68"/>
    <w:rsid w:val="00913025"/>
    <w:rsid w:val="009230A7"/>
    <w:rsid w:val="00933EF6"/>
    <w:rsid w:val="009529EB"/>
    <w:rsid w:val="009805B1"/>
    <w:rsid w:val="009A0422"/>
    <w:rsid w:val="009B4B3C"/>
    <w:rsid w:val="009B55A3"/>
    <w:rsid w:val="009D646A"/>
    <w:rsid w:val="00A365DA"/>
    <w:rsid w:val="00A633B0"/>
    <w:rsid w:val="00A82BE7"/>
    <w:rsid w:val="00A90A97"/>
    <w:rsid w:val="00AA1166"/>
    <w:rsid w:val="00AA35A8"/>
    <w:rsid w:val="00AB0853"/>
    <w:rsid w:val="00AD590F"/>
    <w:rsid w:val="00AE562D"/>
    <w:rsid w:val="00B017E5"/>
    <w:rsid w:val="00B04123"/>
    <w:rsid w:val="00B06922"/>
    <w:rsid w:val="00B20F64"/>
    <w:rsid w:val="00B42685"/>
    <w:rsid w:val="00B51639"/>
    <w:rsid w:val="00B65B45"/>
    <w:rsid w:val="00B75292"/>
    <w:rsid w:val="00B8453F"/>
    <w:rsid w:val="00B85473"/>
    <w:rsid w:val="00B86C53"/>
    <w:rsid w:val="00BD2BE1"/>
    <w:rsid w:val="00BD6711"/>
    <w:rsid w:val="00BE3FED"/>
    <w:rsid w:val="00BE5968"/>
    <w:rsid w:val="00BF3DBB"/>
    <w:rsid w:val="00C0565B"/>
    <w:rsid w:val="00C163A1"/>
    <w:rsid w:val="00C33D8C"/>
    <w:rsid w:val="00C62E97"/>
    <w:rsid w:val="00C822BF"/>
    <w:rsid w:val="00C90004"/>
    <w:rsid w:val="00C95557"/>
    <w:rsid w:val="00CA07A7"/>
    <w:rsid w:val="00CA61BE"/>
    <w:rsid w:val="00CB3E40"/>
    <w:rsid w:val="00CF22B3"/>
    <w:rsid w:val="00CF2BE7"/>
    <w:rsid w:val="00D00CD9"/>
    <w:rsid w:val="00D15AAE"/>
    <w:rsid w:val="00D22971"/>
    <w:rsid w:val="00D3419C"/>
    <w:rsid w:val="00D60B19"/>
    <w:rsid w:val="00D86385"/>
    <w:rsid w:val="00D95726"/>
    <w:rsid w:val="00DA4B7F"/>
    <w:rsid w:val="00DB472D"/>
    <w:rsid w:val="00DC4FED"/>
    <w:rsid w:val="00DE5F88"/>
    <w:rsid w:val="00DF2298"/>
    <w:rsid w:val="00DF56E6"/>
    <w:rsid w:val="00E067BA"/>
    <w:rsid w:val="00E147DE"/>
    <w:rsid w:val="00E360EA"/>
    <w:rsid w:val="00E77096"/>
    <w:rsid w:val="00E80D10"/>
    <w:rsid w:val="00EB74E8"/>
    <w:rsid w:val="00EC0243"/>
    <w:rsid w:val="00EC0F79"/>
    <w:rsid w:val="00EF0E02"/>
    <w:rsid w:val="00EF22EF"/>
    <w:rsid w:val="00F02E99"/>
    <w:rsid w:val="00F30552"/>
    <w:rsid w:val="00F419C0"/>
    <w:rsid w:val="00F46BDB"/>
    <w:rsid w:val="00F46F61"/>
    <w:rsid w:val="00FA1C9A"/>
    <w:rsid w:val="00FD56F7"/>
    <w:rsid w:val="00FD73C5"/>
    <w:rsid w:val="00FF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70E4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7F7F7F" w:themeColor="text1" w:themeTint="80"/>
        <w:sz w:val="24"/>
        <w:szCs w:val="24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iPriority="6" w:unhideWhenUsed="1" w:qFormat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 w:uiPriority="7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 w:uiPriority="4" w:unhideWhenUsed="1" w:qFormat="1"/>
    <w:lsdException w:name="Date" w:semiHidden="1" w:uiPriority="3" w:unhideWhenUsed="1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/>
    <w:lsdException w:name="Strong" w:semiHidden="1" w:uiPriority="5" w:qFormat="1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1A46"/>
    <w:rPr>
      <w:color w:val="000000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BE7"/>
    <w:pPr>
      <w:spacing w:line="360" w:lineRule="auto"/>
      <w:outlineLvl w:val="0"/>
    </w:pPr>
    <w:rPr>
      <w:b/>
      <w:bCs/>
      <w:caps/>
      <w:color w:val="auto"/>
      <w:spacing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933EF6"/>
    <w:pPr>
      <w:keepNext/>
      <w:keepLines/>
      <w:spacing w:line="240" w:lineRule="auto"/>
      <w:outlineLvl w:val="1"/>
    </w:pPr>
    <w:rPr>
      <w:rFonts w:asciiTheme="majorHAnsi" w:eastAsiaTheme="majorEastAsia" w:hAnsiTheme="majorHAnsi" w:cstheme="majorBidi"/>
      <w:b/>
      <w:caps/>
      <w:spacing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933EF6"/>
    <w:pPr>
      <w:keepNext/>
      <w:keepLines/>
      <w:spacing w:after="200" w:line="240" w:lineRule="auto"/>
      <w:outlineLvl w:val="2"/>
    </w:pPr>
    <w:rPr>
      <w:rFonts w:asciiTheme="majorHAnsi" w:eastAsiaTheme="majorEastAsia" w:hAnsiTheme="majorHAnsi" w:cstheme="majorBidi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24ED6"/>
    <w:pPr>
      <w:keepNext/>
      <w:keepLines/>
      <w:spacing w:before="40"/>
      <w:jc w:val="center"/>
      <w:outlineLvl w:val="3"/>
    </w:pPr>
    <w:rPr>
      <w:rFonts w:asciiTheme="majorHAnsi" w:eastAsiaTheme="majorEastAsia" w:hAnsiTheme="majorHAnsi" w:cstheme="majorBidi"/>
      <w:iCs/>
      <w:caps/>
      <w:color w:val="FFFFFF" w:themeColor="background1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453A7B"/>
    <w:pPr>
      <w:keepNext/>
      <w:keepLines/>
      <w:spacing w:before="80" w:line="240" w:lineRule="auto"/>
      <w:outlineLvl w:val="4"/>
    </w:pPr>
    <w:rPr>
      <w:rFonts w:asciiTheme="majorHAnsi" w:eastAsiaTheme="majorEastAsia" w:hAnsiTheme="majorHAnsi" w:cstheme="majorBidi"/>
      <w:b/>
      <w:caps/>
      <w:color w:val="FFFFFF" w:themeColor="background1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79137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  <w:color w:val="FFFFFF" w:themeColor="background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B472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F61"/>
    <w:rPr>
      <w:rFonts w:ascii="Times New Roman" w:hAnsi="Times New Roman" w:cs="Times New Roman"/>
      <w:color w:val="000000" w:themeColor="text1"/>
      <w:sz w:val="18"/>
      <w:szCs w:val="18"/>
    </w:rPr>
  </w:style>
  <w:style w:type="paragraph" w:styleId="ListParagraph">
    <w:name w:val="List Paragraph"/>
    <w:basedOn w:val="Normal"/>
    <w:uiPriority w:val="34"/>
    <w:semiHidden/>
    <w:rsid w:val="00331D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AA35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6F61"/>
    <w:rPr>
      <w:color w:val="000000" w:themeColor="text1"/>
      <w:sz w:val="20"/>
    </w:rPr>
  </w:style>
  <w:style w:type="paragraph" w:styleId="Footer">
    <w:name w:val="footer"/>
    <w:basedOn w:val="Normal"/>
    <w:link w:val="FooterChar"/>
    <w:uiPriority w:val="99"/>
    <w:semiHidden/>
    <w:rsid w:val="00AA35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6F61"/>
    <w:rPr>
      <w:color w:val="000000" w:themeColor="text1"/>
      <w:sz w:val="20"/>
    </w:rPr>
  </w:style>
  <w:style w:type="table" w:styleId="TableGrid">
    <w:name w:val="Table Grid"/>
    <w:basedOn w:val="TableNormal"/>
    <w:uiPriority w:val="39"/>
    <w:rsid w:val="00AA3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B86C53"/>
    <w:pPr>
      <w:spacing w:line="1000" w:lineRule="exact"/>
      <w:contextualSpacing/>
    </w:pPr>
    <w:rPr>
      <w:rFonts w:asciiTheme="majorHAnsi" w:eastAsiaTheme="majorEastAsia" w:hAnsiTheme="majorHAnsi" w:cstheme="majorBidi"/>
      <w:b/>
      <w:kern w:val="28"/>
      <w:sz w:val="9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6C53"/>
    <w:rPr>
      <w:rFonts w:asciiTheme="majorHAnsi" w:eastAsiaTheme="majorEastAsia" w:hAnsiTheme="majorHAnsi" w:cstheme="majorBidi"/>
      <w:b/>
      <w:color w:val="000000" w:themeColor="text1"/>
      <w:kern w:val="28"/>
      <w:sz w:val="96"/>
      <w:szCs w:val="56"/>
    </w:rPr>
  </w:style>
  <w:style w:type="character" w:styleId="PlaceholderText">
    <w:name w:val="Placeholder Text"/>
    <w:basedOn w:val="DefaultParagraphFont"/>
    <w:uiPriority w:val="99"/>
    <w:semiHidden/>
    <w:rsid w:val="002E7306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6C53"/>
    <w:pPr>
      <w:numPr>
        <w:ilvl w:val="1"/>
      </w:numPr>
      <w:spacing w:before="120" w:after="120" w:line="240" w:lineRule="auto"/>
    </w:pPr>
    <w:rPr>
      <w:rFonts w:eastAsiaTheme="minorEastAsia"/>
      <w:b/>
      <w:caps/>
      <w:color w:val="auto"/>
      <w:spacing w:val="20"/>
      <w:sz w:val="28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86C53"/>
    <w:rPr>
      <w:rFonts w:eastAsiaTheme="minorEastAsia"/>
      <w:b/>
      <w:caps/>
      <w:color w:val="auto"/>
      <w:spacing w:val="20"/>
      <w:sz w:val="28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CF2BE7"/>
    <w:rPr>
      <w:b/>
      <w:bCs/>
      <w:caps/>
      <w:color w:val="auto"/>
      <w:spacing w:val="20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933EF6"/>
    <w:rPr>
      <w:rFonts w:asciiTheme="majorHAnsi" w:eastAsiaTheme="majorEastAsia" w:hAnsiTheme="majorHAnsi" w:cstheme="majorBidi"/>
      <w:b/>
      <w:caps/>
      <w:color w:val="000000" w:themeColor="text1"/>
      <w:spacing w:val="20"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3EF6"/>
    <w:rPr>
      <w:rFonts w:asciiTheme="majorHAnsi" w:eastAsiaTheme="majorEastAsia" w:hAnsiTheme="majorHAnsi" w:cstheme="majorBidi"/>
      <w:color w:val="000000" w:themeColor="text1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6F61"/>
    <w:rPr>
      <w:rFonts w:asciiTheme="majorHAnsi" w:eastAsiaTheme="majorEastAsia" w:hAnsiTheme="majorHAnsi" w:cstheme="majorBidi"/>
      <w:iCs/>
      <w:caps/>
      <w:color w:val="FFFFFF" w:themeColor="background1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6F61"/>
    <w:rPr>
      <w:rFonts w:asciiTheme="majorHAnsi" w:eastAsiaTheme="majorEastAsia" w:hAnsiTheme="majorHAnsi" w:cstheme="majorBidi"/>
      <w:b/>
      <w:caps/>
      <w:color w:val="FFFFFF" w:themeColor="background1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6F61"/>
    <w:rPr>
      <w:rFonts w:asciiTheme="majorHAnsi" w:eastAsiaTheme="majorEastAsia" w:hAnsiTheme="majorHAnsi" w:cstheme="majorBidi"/>
      <w:i/>
      <w:color w:val="FFFFFF" w:themeColor="background1"/>
      <w:sz w:val="20"/>
    </w:rPr>
  </w:style>
  <w:style w:type="character" w:styleId="Hyperlink">
    <w:name w:val="Hyperlink"/>
    <w:basedOn w:val="DefaultParagraphFont"/>
    <w:uiPriority w:val="99"/>
    <w:semiHidden/>
    <w:rsid w:val="00D2297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D22971"/>
    <w:rPr>
      <w:color w:val="605E5C"/>
      <w:shd w:val="clear" w:color="auto" w:fill="E1DFDD"/>
    </w:rPr>
  </w:style>
  <w:style w:type="paragraph" w:customStyle="1" w:styleId="Name">
    <w:name w:val="Name"/>
    <w:basedOn w:val="Normal"/>
    <w:next w:val="Normal"/>
    <w:link w:val="NameChar"/>
    <w:uiPriority w:val="1"/>
    <w:semiHidden/>
    <w:qFormat/>
    <w:rsid w:val="008506D1"/>
    <w:pPr>
      <w:spacing w:after="80" w:line="240" w:lineRule="auto"/>
    </w:pPr>
    <w:rPr>
      <w:b/>
      <w:color w:val="0D0D0D" w:themeColor="text1" w:themeTint="F2"/>
      <w:sz w:val="28"/>
      <w:szCs w:val="22"/>
    </w:rPr>
  </w:style>
  <w:style w:type="character" w:customStyle="1" w:styleId="NameChar">
    <w:name w:val="Name Char"/>
    <w:basedOn w:val="DefaultParagraphFont"/>
    <w:link w:val="Name"/>
    <w:uiPriority w:val="1"/>
    <w:semiHidden/>
    <w:rsid w:val="00F46F61"/>
    <w:rPr>
      <w:b/>
      <w:color w:val="0D0D0D" w:themeColor="text1" w:themeTint="F2"/>
      <w:sz w:val="28"/>
      <w:szCs w:val="22"/>
    </w:rPr>
  </w:style>
  <w:style w:type="paragraph" w:styleId="ListBullet">
    <w:name w:val="List Bullet"/>
    <w:basedOn w:val="BulletList"/>
    <w:uiPriority w:val="6"/>
    <w:qFormat/>
    <w:rsid w:val="00771A46"/>
    <w:pPr>
      <w:numPr>
        <w:numId w:val="7"/>
      </w:numPr>
      <w:ind w:left="360"/>
    </w:pPr>
  </w:style>
  <w:style w:type="paragraph" w:customStyle="1" w:styleId="Spacer">
    <w:name w:val="Spacer"/>
    <w:basedOn w:val="Normal"/>
    <w:semiHidden/>
    <w:qFormat/>
    <w:rsid w:val="00DF56E6"/>
    <w:rPr>
      <w:color w:val="auto"/>
      <w:sz w:val="18"/>
      <w:szCs w:val="18"/>
    </w:rPr>
  </w:style>
  <w:style w:type="paragraph" w:customStyle="1" w:styleId="BulletedList">
    <w:name w:val="Bulleted List"/>
    <w:basedOn w:val="Normal"/>
    <w:semiHidden/>
    <w:qFormat/>
    <w:rsid w:val="00DF56E6"/>
    <w:pPr>
      <w:spacing w:after="120" w:line="240" w:lineRule="auto"/>
      <w:ind w:left="288"/>
    </w:pPr>
    <w:rPr>
      <w:color w:val="auto"/>
      <w:szCs w:val="20"/>
    </w:rPr>
  </w:style>
  <w:style w:type="paragraph" w:customStyle="1" w:styleId="BulletList">
    <w:name w:val="Bullet List"/>
    <w:basedOn w:val="ListParagraph"/>
    <w:semiHidden/>
    <w:qFormat/>
    <w:rsid w:val="00CF2BE7"/>
    <w:pPr>
      <w:spacing w:line="360" w:lineRule="auto"/>
      <w:ind w:left="360" w:hanging="360"/>
    </w:pPr>
    <w:rPr>
      <w:color w:val="auto"/>
      <w:szCs w:val="20"/>
    </w:rPr>
  </w:style>
  <w:style w:type="paragraph" w:customStyle="1" w:styleId="Years">
    <w:name w:val="Years"/>
    <w:basedOn w:val="Heading3"/>
    <w:qFormat/>
    <w:rsid w:val="00CF2BE7"/>
    <w:pPr>
      <w:spacing w:before="60" w:after="120"/>
    </w:pPr>
    <w:rPr>
      <w:i/>
      <w:iCs/>
      <w:color w:val="auto"/>
      <w:szCs w:val="20"/>
    </w:rPr>
  </w:style>
  <w:style w:type="character" w:customStyle="1" w:styleId="NotBold">
    <w:name w:val="Not Bold"/>
    <w:uiPriority w:val="1"/>
    <w:qFormat/>
    <w:rsid w:val="00771A46"/>
    <w:rPr>
      <w:b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Modern%20UIUX%20designer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4F59B126D394D21BD5697A12C69E9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80065E-1DD5-47C9-BF5A-885FA118D06B}"/>
      </w:docPartPr>
      <w:docPartBody>
        <w:p w:rsidR="00000000" w:rsidRDefault="00D51B05">
          <w:pPr>
            <w:pStyle w:val="84F59B126D394D21BD5697A12C69E999"/>
          </w:pPr>
          <w:r w:rsidRPr="00771A46">
            <w:t>CONTACT</w:t>
          </w:r>
        </w:p>
      </w:docPartBody>
    </w:docPart>
    <w:docPart>
      <w:docPartPr>
        <w:name w:val="EB9433004B9145749B1083854F0135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17E810-1D41-4DB9-974C-3D9B25E2DCB7}"/>
      </w:docPartPr>
      <w:docPartBody>
        <w:p w:rsidR="00000000" w:rsidRDefault="00D51B05">
          <w:pPr>
            <w:pStyle w:val="EB9433004B9145749B1083854F0135DC"/>
          </w:pPr>
          <w:r w:rsidRPr="00C822BF"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881"/>
    <w:rsid w:val="00844881"/>
    <w:rsid w:val="00D5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CBBE058294F4972A9DC74767784C923">
    <w:name w:val="FCBBE058294F4972A9DC74767784C923"/>
  </w:style>
  <w:style w:type="paragraph" w:customStyle="1" w:styleId="E371A7C22E2C402395E2E0E375DB3068">
    <w:name w:val="E371A7C22E2C402395E2E0E375DB3068"/>
  </w:style>
  <w:style w:type="paragraph" w:customStyle="1" w:styleId="5393D204FA6840CB913CDE39CED682FE">
    <w:name w:val="5393D204FA6840CB913CDE39CED682FE"/>
  </w:style>
  <w:style w:type="paragraph" w:customStyle="1" w:styleId="7B35163B2CEC4D0AAB16D7927FDDED8F">
    <w:name w:val="7B35163B2CEC4D0AAB16D7927FDDED8F"/>
  </w:style>
  <w:style w:type="paragraph" w:customStyle="1" w:styleId="51D98DB004CB437E8239529269EFDA6C">
    <w:name w:val="51D98DB004CB437E8239529269EFDA6C"/>
  </w:style>
  <w:style w:type="paragraph" w:customStyle="1" w:styleId="84F59B126D394D21BD5697A12C69E999">
    <w:name w:val="84F59B126D394D21BD5697A12C69E999"/>
  </w:style>
  <w:style w:type="paragraph" w:customStyle="1" w:styleId="5A1326ADED1044C3A4CB3F52B1C6DE74">
    <w:name w:val="5A1326ADED1044C3A4CB3F52B1C6DE74"/>
  </w:style>
  <w:style w:type="paragraph" w:customStyle="1" w:styleId="F499E144E7CC4BBFB2559D09BEDAD91B">
    <w:name w:val="F499E144E7CC4BBFB2559D09BEDAD91B"/>
  </w:style>
  <w:style w:type="paragraph" w:customStyle="1" w:styleId="B5CCEDFBB8EB432FAB7379CB2791695C">
    <w:name w:val="B5CCEDFBB8EB432FAB7379CB2791695C"/>
  </w:style>
  <w:style w:type="paragraph" w:customStyle="1" w:styleId="08AC84AF1077416FAC315E7F5F33B0B2">
    <w:name w:val="08AC84AF1077416FAC315E7F5F33B0B2"/>
  </w:style>
  <w:style w:type="paragraph" w:customStyle="1" w:styleId="EB9433004B9145749B1083854F0135DC">
    <w:name w:val="EB9433004B9145749B1083854F0135DC"/>
  </w:style>
  <w:style w:type="character" w:customStyle="1" w:styleId="NotBold">
    <w:name w:val="Not Bold"/>
    <w:uiPriority w:val="1"/>
    <w:qFormat/>
    <w:rPr>
      <w:b/>
      <w:color w:val="auto"/>
    </w:rPr>
  </w:style>
  <w:style w:type="paragraph" w:customStyle="1" w:styleId="94515633F3DA46B1B16DCF1803AEF652">
    <w:name w:val="94515633F3DA46B1B16DCF1803AEF652"/>
  </w:style>
  <w:style w:type="paragraph" w:customStyle="1" w:styleId="6D01054D02C9400FB7DEA640D9F192F7">
    <w:name w:val="6D01054D02C9400FB7DEA640D9F192F7"/>
  </w:style>
  <w:style w:type="paragraph" w:customStyle="1" w:styleId="2828A3861D3D484E8C488123050AA72F">
    <w:name w:val="2828A3861D3D484E8C488123050AA72F"/>
  </w:style>
  <w:style w:type="paragraph" w:customStyle="1" w:styleId="CA20BCA01AF7441CB83875615736B433">
    <w:name w:val="CA20BCA01AF7441CB83875615736B433"/>
  </w:style>
  <w:style w:type="paragraph" w:customStyle="1" w:styleId="2387C4EF5ADB430294DACD7569C299E2">
    <w:name w:val="2387C4EF5ADB430294DACD7569C299E2"/>
  </w:style>
  <w:style w:type="paragraph" w:customStyle="1" w:styleId="83C974B338884B318DB2F5AA7CDB63DB">
    <w:name w:val="83C974B338884B318DB2F5AA7CDB63DB"/>
  </w:style>
  <w:style w:type="paragraph" w:customStyle="1" w:styleId="7E1F37430F594261B2BF609A782B3A92">
    <w:name w:val="7E1F37430F594261B2BF609A782B3A92"/>
  </w:style>
  <w:style w:type="paragraph" w:customStyle="1" w:styleId="59E41A92C7E84212A1BD0AC102EB34DE">
    <w:name w:val="59E41A92C7E84212A1BD0AC102EB34DE"/>
  </w:style>
  <w:style w:type="paragraph" w:customStyle="1" w:styleId="97887D675FC54FBE9182F694CEA14E79">
    <w:name w:val="97887D675FC54FBE9182F694CEA14E79"/>
  </w:style>
  <w:style w:type="paragraph" w:customStyle="1" w:styleId="534167B4CBD64C9B9C4EA23507658B4A">
    <w:name w:val="534167B4CBD64C9B9C4EA23507658B4A"/>
  </w:style>
  <w:style w:type="paragraph" w:customStyle="1" w:styleId="B77C7255C9AD448BB5637FD1E2FD2CCA">
    <w:name w:val="B77C7255C9AD448BB5637FD1E2FD2CCA"/>
  </w:style>
  <w:style w:type="paragraph" w:customStyle="1" w:styleId="2CED922639EF4EF9B99C03B928E4F201">
    <w:name w:val="2CED922639EF4EF9B99C03B928E4F201"/>
  </w:style>
  <w:style w:type="paragraph" w:customStyle="1" w:styleId="1D7B9A332AC64C4DAEE107502FEC7DFB">
    <w:name w:val="1D7B9A332AC64C4DAEE107502FEC7DFB"/>
  </w:style>
  <w:style w:type="paragraph" w:customStyle="1" w:styleId="EC684D40483B421CB2AB51A1C6F4F63D">
    <w:name w:val="EC684D40483B421CB2AB51A1C6F4F63D"/>
  </w:style>
  <w:style w:type="paragraph" w:customStyle="1" w:styleId="0541CF954F5649D4A8DCEF2249A4D3B6">
    <w:name w:val="0541CF954F5649D4A8DCEF2249A4D3B6"/>
  </w:style>
  <w:style w:type="paragraph" w:customStyle="1" w:styleId="8D95FD0CA5BD4E3093DA9F4B26BA9945">
    <w:name w:val="8D95FD0CA5BD4E3093DA9F4B26BA9945"/>
  </w:style>
  <w:style w:type="paragraph" w:customStyle="1" w:styleId="1FAD8A9084444553B589C5F8B3EC2337">
    <w:name w:val="1FAD8A9084444553B589C5F8B3EC2337"/>
  </w:style>
  <w:style w:type="paragraph" w:customStyle="1" w:styleId="CA27CFBDA8BA4816B89901DC9C70ED1B">
    <w:name w:val="CA27CFBDA8BA4816B89901DC9C70ED1B"/>
  </w:style>
  <w:style w:type="paragraph" w:customStyle="1" w:styleId="BCE0F20DCB0F48E08A5B7CAFDCF5C1E6">
    <w:name w:val="BCE0F20DCB0F48E08A5B7CAFDCF5C1E6"/>
  </w:style>
  <w:style w:type="paragraph" w:customStyle="1" w:styleId="B971FA5A1C45437A86DA86AD8E682DA7">
    <w:name w:val="B971FA5A1C45437A86DA86AD8E682DA7"/>
  </w:style>
  <w:style w:type="paragraph" w:customStyle="1" w:styleId="0A165C5BF4A7494D996F592E00661340">
    <w:name w:val="0A165C5BF4A7494D996F592E00661340"/>
  </w:style>
  <w:style w:type="paragraph" w:customStyle="1" w:styleId="B98C79CD3422425E96324858A7B597AF">
    <w:name w:val="B98C79CD3422425E96324858A7B597AF"/>
    <w:rsid w:val="00844881"/>
  </w:style>
  <w:style w:type="paragraph" w:customStyle="1" w:styleId="51F69314109E447A871079A23FDA6148">
    <w:name w:val="51F69314109E447A871079A23FDA6148"/>
    <w:rsid w:val="008448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44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D3CCF8"/>
      </a:accent1>
      <a:accent2>
        <a:srgbClr val="E94057"/>
      </a:accent2>
      <a:accent3>
        <a:srgbClr val="F27120"/>
      </a:accent3>
      <a:accent4>
        <a:srgbClr val="FFC000"/>
      </a:accent4>
      <a:accent5>
        <a:srgbClr val="F9C7CE"/>
      </a:accent5>
      <a:accent6>
        <a:srgbClr val="F2CEF1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CF21F5B-FFC7-4F55-92BB-245A5FA3197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Modern UIUX designer resume</Template>
  <TotalTime>0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2024-06-13T02:15:00Z</dcterms:created>
  <dcterms:modified xsi:type="dcterms:W3CDTF">2024-06-13T03:06:00Z</dcterms:modified>
</cp:coreProperties>
</file>