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19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208"/>
      </w:tblGrid>
      <w:tr w:rsidR="00692703" w:rsidRPr="0096348D" w:rsidTr="00971A08">
        <w:trPr>
          <w:trHeight w:hRule="exact" w:val="2298"/>
        </w:trPr>
        <w:tc>
          <w:tcPr>
            <w:tcW w:w="9209" w:type="dxa"/>
            <w:tcMar>
              <w:top w:w="0" w:type="dxa"/>
              <w:bottom w:w="0" w:type="dxa"/>
            </w:tcMar>
          </w:tcPr>
          <w:p w:rsidR="00692703" w:rsidRPr="0096348D" w:rsidRDefault="00C214E0" w:rsidP="00C214E0">
            <w:pPr>
              <w:pStyle w:val="Title"/>
              <w:rPr>
                <w:rFonts w:ascii="Times New Roman" w:hAnsi="Times New Roman" w:cs="Times New Roman"/>
                <w:b/>
                <w:bCs/>
                <w:sz w:val="52"/>
                <w:szCs w:val="52"/>
              </w:rPr>
            </w:pPr>
            <w:r w:rsidRPr="0096348D">
              <w:rPr>
                <w:rFonts w:ascii="Times New Roman" w:hAnsi="Times New Roman" w:cs="Times New Roman"/>
                <w:color w:val="auto"/>
                <w:sz w:val="52"/>
                <w:szCs w:val="52"/>
              </w:rPr>
              <w:t>Lynn</w:t>
            </w:r>
            <w:r w:rsidR="00692703" w:rsidRPr="0096348D">
              <w:rPr>
                <w:rFonts w:ascii="Times New Roman" w:hAnsi="Times New Roman" w:cs="Times New Roman"/>
                <w:color w:val="auto"/>
                <w:sz w:val="52"/>
                <w:szCs w:val="52"/>
              </w:rPr>
              <w:t xml:space="preserve"> </w:t>
            </w:r>
            <w:r w:rsidRPr="0096348D">
              <w:rPr>
                <w:rStyle w:val="IntenseEmphasis"/>
                <w:rFonts w:ascii="Times New Roman" w:hAnsi="Times New Roman" w:cs="Times New Roman"/>
                <w:b w:val="0"/>
                <w:bCs/>
                <w:color w:val="auto"/>
                <w:sz w:val="52"/>
                <w:szCs w:val="52"/>
              </w:rPr>
              <w:t>Nasser</w:t>
            </w:r>
            <w:r w:rsidRPr="0096348D">
              <w:rPr>
                <w:rStyle w:val="IntenseEmphasis"/>
                <w:rFonts w:ascii="Times New Roman" w:hAnsi="Times New Roman" w:cs="Times New Roman"/>
                <w:b w:val="0"/>
                <w:bCs/>
                <w:sz w:val="52"/>
                <w:szCs w:val="52"/>
              </w:rPr>
              <w:t xml:space="preserve"> </w:t>
            </w:r>
          </w:p>
          <w:p w:rsidR="00692703" w:rsidRPr="0096348D" w:rsidRDefault="00C214E0" w:rsidP="00C214E0">
            <w:pPr>
              <w:pStyle w:val="ContactInfo"/>
              <w:contextualSpacing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348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Beirut</w:t>
            </w:r>
            <w:r w:rsidR="00692703" w:rsidRPr="0096348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alias w:val="Divider dot:"/>
                <w:tag w:val="Divider dot:"/>
                <w:id w:val="-1459182552"/>
                <w:placeholder>
                  <w:docPart w:val="5A507878691E429FA240E021844C3D8E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96348D"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  <w:t>·</w:t>
                </w:r>
              </w:sdtContent>
            </w:sdt>
            <w:r w:rsidR="00692703" w:rsidRPr="0096348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6348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70 973736</w:t>
            </w:r>
          </w:p>
          <w:p w:rsidR="00692703" w:rsidRPr="0096348D" w:rsidRDefault="00C214E0" w:rsidP="00C214E0">
            <w:pPr>
              <w:pStyle w:val="ContactInfoEmphasis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348D">
              <w:rPr>
                <w:rFonts w:ascii="Times New Roman" w:hAnsi="Times New Roman" w:cs="Times New Roman"/>
                <w:sz w:val="24"/>
                <w:szCs w:val="24"/>
              </w:rPr>
              <w:t>Lynnasser20@gmail.com</w:t>
            </w:r>
            <w:r w:rsidR="00692703" w:rsidRPr="00963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sdt>
      <w:sdtPr>
        <w:rPr>
          <w:rFonts w:ascii="Times New Roman" w:hAnsi="Times New Roman" w:cs="Times New Roman"/>
          <w:color w:val="auto"/>
          <w:sz w:val="24"/>
          <w:szCs w:val="24"/>
        </w:rPr>
        <w:alias w:val="Education:"/>
        <w:tag w:val="Education:"/>
        <w:id w:val="-1908763273"/>
        <w:placeholder>
          <w:docPart w:val="59EBE26BFB17496883BE4D4420026823"/>
        </w:placeholder>
        <w:temporary/>
        <w:showingPlcHdr/>
        <w15:appearance w15:val="hidden"/>
      </w:sdtPr>
      <w:sdtEndPr/>
      <w:sdtContent>
        <w:p w:rsidR="00DA59AA" w:rsidRPr="0089426D" w:rsidRDefault="00DA59AA" w:rsidP="0097790C">
          <w:pPr>
            <w:pStyle w:val="Heading1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89426D">
            <w:rPr>
              <w:rFonts w:ascii="Times New Roman" w:hAnsi="Times New Roman" w:cs="Times New Roman"/>
              <w:color w:val="auto"/>
              <w:sz w:val="24"/>
              <w:szCs w:val="24"/>
            </w:rPr>
            <w:t>Education</w:t>
          </w:r>
        </w:p>
      </w:sdtContent>
    </w:sdt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290"/>
      </w:tblGrid>
      <w:tr w:rsidR="001D0BF1" w:rsidRPr="0089426D" w:rsidTr="00D66A52">
        <w:tc>
          <w:tcPr>
            <w:tcW w:w="9355" w:type="dxa"/>
          </w:tcPr>
          <w:p w:rsidR="001D0BF1" w:rsidRPr="0089426D" w:rsidRDefault="0096348D" w:rsidP="00C214E0">
            <w:pPr>
              <w:pStyle w:val="Heading3"/>
              <w:contextualSpacing w:val="0"/>
              <w:outlineLvl w:val="2"/>
              <w:rPr>
                <w:rFonts w:ascii="Times New Roman" w:hAnsi="Times New Roman" w:cs="Times New Roman"/>
                <w:color w:val="auto"/>
                <w:sz w:val="24"/>
              </w:rPr>
            </w:pPr>
            <w:r w:rsidRPr="0089426D">
              <w:rPr>
                <w:rFonts w:ascii="Times New Roman" w:hAnsi="Times New Roman" w:cs="Times New Roman"/>
                <w:color w:val="auto"/>
                <w:sz w:val="24"/>
              </w:rPr>
              <w:t xml:space="preserve">Haigazian University </w:t>
            </w:r>
          </w:p>
          <w:p w:rsidR="003B580D" w:rsidRPr="0089426D" w:rsidRDefault="0096348D" w:rsidP="0096348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Business Administration with emphasis in Marketing and Advertising </w:t>
            </w:r>
          </w:p>
          <w:p w:rsidR="0096348D" w:rsidRPr="0089426D" w:rsidRDefault="009264A1" w:rsidP="0096348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June, 2025 (Expected Date of C</w:t>
            </w:r>
            <w:r w:rsidR="0096348D" w:rsidRPr="008942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ompletion)</w:t>
            </w:r>
          </w:p>
        </w:tc>
      </w:tr>
      <w:tr w:rsidR="00F61DF9" w:rsidRPr="0089426D" w:rsidTr="00F61DF9">
        <w:tc>
          <w:tcPr>
            <w:tcW w:w="9355" w:type="dxa"/>
            <w:tcMar>
              <w:top w:w="216" w:type="dxa"/>
            </w:tcMar>
          </w:tcPr>
          <w:p w:rsidR="00BD3A8E" w:rsidRPr="0089426D" w:rsidRDefault="0096348D" w:rsidP="0096348D">
            <w:pPr>
              <w:pStyle w:val="Heading3"/>
              <w:outlineLvl w:val="2"/>
              <w:rPr>
                <w:rFonts w:ascii="Times New Roman" w:hAnsi="Times New Roman" w:cs="Times New Roman"/>
                <w:color w:val="auto"/>
                <w:sz w:val="24"/>
              </w:rPr>
            </w:pPr>
            <w:r w:rsidRPr="0089426D">
              <w:rPr>
                <w:rFonts w:ascii="Times New Roman" w:hAnsi="Times New Roman" w:cs="Times New Roman"/>
                <w:color w:val="auto"/>
                <w:sz w:val="24"/>
              </w:rPr>
              <w:t xml:space="preserve">national Protestant college </w:t>
            </w:r>
          </w:p>
          <w:p w:rsidR="0096348D" w:rsidRPr="0089426D" w:rsidRDefault="00442CFC" w:rsidP="0096348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Baccalaureate</w:t>
            </w:r>
          </w:p>
          <w:p w:rsidR="00442CFC" w:rsidRPr="0089426D" w:rsidRDefault="00442CFC" w:rsidP="0096348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2021</w:t>
            </w:r>
          </w:p>
        </w:tc>
      </w:tr>
    </w:tbl>
    <w:p w:rsidR="0096348D" w:rsidRPr="0089426D" w:rsidRDefault="00B57143" w:rsidP="0096348D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alias w:val="Experience:"/>
          <w:tag w:val="Experience:"/>
          <w:id w:val="-1983300934"/>
          <w:placeholder>
            <w:docPart w:val="BA945A74142C47C6A28CDE45E81368B3"/>
          </w:placeholder>
          <w:temporary/>
          <w:showingPlcHdr/>
          <w15:appearance w15:val="hidden"/>
        </w:sdtPr>
        <w:sdtEndPr/>
        <w:sdtContent>
          <w:r w:rsidR="0096348D" w:rsidRPr="0089426D">
            <w:rPr>
              <w:rFonts w:ascii="Times New Roman" w:hAnsi="Times New Roman" w:cs="Times New Roman"/>
              <w:color w:val="auto"/>
              <w:sz w:val="24"/>
              <w:szCs w:val="24"/>
            </w:rPr>
            <w:t>Experience</w:t>
          </w:r>
        </w:sdtContent>
      </w:sdt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9290"/>
      </w:tblGrid>
      <w:tr w:rsidR="00AF4380" w:rsidRPr="0089426D" w:rsidTr="00AF4380">
        <w:tc>
          <w:tcPr>
            <w:tcW w:w="9290" w:type="dxa"/>
          </w:tcPr>
          <w:p w:rsidR="00442CFC" w:rsidRPr="0089426D" w:rsidRDefault="00442CFC" w:rsidP="00C5509F">
            <w:pPr>
              <w:pStyle w:val="Heading3"/>
              <w:contextualSpacing w:val="0"/>
              <w:outlineLvl w:val="2"/>
              <w:rPr>
                <w:rFonts w:ascii="Times New Roman" w:hAnsi="Times New Roman" w:cs="Times New Roman"/>
                <w:color w:val="auto"/>
                <w:sz w:val="24"/>
              </w:rPr>
            </w:pPr>
            <w:r w:rsidRPr="0089426D">
              <w:rPr>
                <w:rFonts w:ascii="Times New Roman" w:hAnsi="Times New Roman" w:cs="Times New Roman"/>
                <w:color w:val="auto"/>
                <w:sz w:val="24"/>
              </w:rPr>
              <w:t>Maliks, abc verdun</w:t>
            </w:r>
          </w:p>
          <w:p w:rsidR="00442CFC" w:rsidRPr="0089426D" w:rsidRDefault="00442CFC" w:rsidP="00442CF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August, 2022</w:t>
            </w:r>
          </w:p>
          <w:p w:rsidR="00442CFC" w:rsidRPr="0089426D" w:rsidRDefault="00C5509F" w:rsidP="00442CF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Indoor Sales</w:t>
            </w:r>
          </w:p>
          <w:p w:rsidR="00C5509F" w:rsidRPr="00AF4380" w:rsidRDefault="00C5509F" w:rsidP="00AF438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Prepare</w:t>
            </w:r>
            <w:r w:rsidR="009264A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</w:t>
            </w:r>
            <w:r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orders for customers</w:t>
            </w:r>
            <w:r w:rsidR="000957BC"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C5509F" w:rsidRPr="00AF4380" w:rsidRDefault="009264A1" w:rsidP="00AF438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Faced and printed</w:t>
            </w:r>
            <w:r w:rsidR="00C5509F"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items on shelves</w:t>
            </w:r>
            <w:r w:rsidR="000957BC"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C5509F" w:rsidRPr="00AF4380" w:rsidRDefault="009264A1" w:rsidP="00AF438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Received</w:t>
            </w:r>
            <w:r w:rsidR="00C5509F"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items from suppliers</w:t>
            </w:r>
            <w:r w:rsidR="000957BC"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FA0C9E" w:rsidRPr="0089426D" w:rsidRDefault="00C5509F" w:rsidP="00AF4380">
            <w:pPr>
              <w:pStyle w:val="Heading3"/>
              <w:numPr>
                <w:ilvl w:val="0"/>
                <w:numId w:val="21"/>
              </w:numPr>
              <w:contextualSpacing w:val="0"/>
              <w:outlineLvl w:val="2"/>
              <w:rPr>
                <w:rFonts w:ascii="Times New Roman" w:eastAsiaTheme="minorHAnsi" w:hAnsi="Times New Roman" w:cs="Times New Roman"/>
                <w:b w:val="0"/>
                <w:caps w:val="0"/>
                <w:color w:val="auto"/>
                <w:sz w:val="24"/>
              </w:rPr>
            </w:pPr>
            <w:r w:rsidRPr="0089426D">
              <w:rPr>
                <w:rFonts w:ascii="Times New Roman" w:eastAsiaTheme="minorHAnsi" w:hAnsi="Times New Roman" w:cs="Times New Roman"/>
                <w:b w:val="0"/>
                <w:caps w:val="0"/>
                <w:color w:val="auto"/>
                <w:sz w:val="24"/>
              </w:rPr>
              <w:t>Help</w:t>
            </w:r>
            <w:r w:rsidR="009264A1">
              <w:rPr>
                <w:rFonts w:ascii="Times New Roman" w:eastAsiaTheme="minorHAnsi" w:hAnsi="Times New Roman" w:cs="Times New Roman"/>
                <w:b w:val="0"/>
                <w:caps w:val="0"/>
                <w:color w:val="auto"/>
                <w:sz w:val="24"/>
              </w:rPr>
              <w:t>ed</w:t>
            </w:r>
            <w:r w:rsidRPr="0089426D">
              <w:rPr>
                <w:rFonts w:ascii="Times New Roman" w:eastAsiaTheme="minorHAnsi" w:hAnsi="Times New Roman" w:cs="Times New Roman"/>
                <w:b w:val="0"/>
                <w:caps w:val="0"/>
                <w:color w:val="auto"/>
                <w:sz w:val="24"/>
              </w:rPr>
              <w:t xml:space="preserve"> customers with their needs</w:t>
            </w:r>
            <w:r w:rsidR="000957BC" w:rsidRPr="0089426D">
              <w:rPr>
                <w:rFonts w:ascii="Times New Roman" w:eastAsiaTheme="minorHAnsi" w:hAnsi="Times New Roman" w:cs="Times New Roman"/>
                <w:b w:val="0"/>
                <w:caps w:val="0"/>
                <w:color w:val="auto"/>
                <w:sz w:val="24"/>
              </w:rPr>
              <w:t>.</w:t>
            </w:r>
          </w:p>
          <w:p w:rsidR="00C5509F" w:rsidRPr="0089426D" w:rsidRDefault="00C5509F" w:rsidP="00C5509F">
            <w:pPr>
              <w:pStyle w:val="Heading3"/>
              <w:contextualSpacing w:val="0"/>
              <w:outlineLvl w:val="2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:rsidR="00FA0C9E" w:rsidRPr="0089426D" w:rsidRDefault="00FA0C9E" w:rsidP="00C5509F">
            <w:pPr>
              <w:pStyle w:val="Heading3"/>
              <w:contextualSpacing w:val="0"/>
              <w:outlineLvl w:val="2"/>
              <w:rPr>
                <w:rFonts w:ascii="Times New Roman" w:hAnsi="Times New Roman" w:cs="Times New Roman"/>
                <w:color w:val="auto"/>
                <w:sz w:val="24"/>
              </w:rPr>
            </w:pPr>
            <w:r w:rsidRPr="0089426D">
              <w:rPr>
                <w:rFonts w:ascii="Times New Roman" w:hAnsi="Times New Roman" w:cs="Times New Roman"/>
                <w:color w:val="auto"/>
                <w:sz w:val="24"/>
              </w:rPr>
              <w:t>Occupational therapy center, badaro</w:t>
            </w:r>
          </w:p>
          <w:p w:rsidR="0096348D" w:rsidRPr="00AF4380" w:rsidRDefault="0096348D" w:rsidP="009264A1">
            <w:pPr>
              <w:pStyle w:val="Heading3"/>
              <w:contextualSpacing w:val="0"/>
              <w:outlineLvl w:val="2"/>
              <w:rPr>
                <w:rFonts w:ascii="Times New Roman" w:hAnsi="Times New Roman" w:cs="Times New Roman"/>
                <w:b w:val="0"/>
                <w:bCs/>
                <w:color w:val="auto"/>
                <w:sz w:val="24"/>
              </w:rPr>
            </w:pPr>
            <w:r w:rsidRPr="00AF4380">
              <w:rPr>
                <w:rFonts w:ascii="Times New Roman" w:hAnsi="Times New Roman" w:cs="Times New Roman"/>
                <w:b w:val="0"/>
                <w:bCs/>
                <w:color w:val="auto"/>
                <w:sz w:val="24"/>
              </w:rPr>
              <w:t>June, 2019 – september, 2019</w:t>
            </w:r>
          </w:p>
          <w:p w:rsidR="00FA0C9E" w:rsidRPr="0089426D" w:rsidRDefault="00FA0C9E" w:rsidP="00C5509F">
            <w:pPr>
              <w:contextualSpacing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OT Assistant </w:t>
            </w:r>
          </w:p>
          <w:p w:rsidR="00FA0C9E" w:rsidRPr="00AF4380" w:rsidRDefault="00FA0C9E" w:rsidP="009264A1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Assisted kids having various disorders such as ADHD and Autism. </w:t>
            </w:r>
          </w:p>
          <w:p w:rsidR="0096348D" w:rsidRPr="00AF4380" w:rsidRDefault="00FA0C9E" w:rsidP="00AF438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Prepared programs, including educational and fun activities, according to each child’s needs. </w:t>
            </w:r>
          </w:p>
          <w:p w:rsidR="00FA0C9E" w:rsidRPr="00AF4380" w:rsidRDefault="00FA0C9E" w:rsidP="00AF438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Helped kids carry out difficult day-to-day tasks. </w:t>
            </w:r>
          </w:p>
        </w:tc>
      </w:tr>
      <w:tr w:rsidR="00AF4380" w:rsidRPr="0089426D" w:rsidTr="00AF4380">
        <w:tc>
          <w:tcPr>
            <w:tcW w:w="9290" w:type="dxa"/>
            <w:tcMar>
              <w:top w:w="216" w:type="dxa"/>
            </w:tcMar>
          </w:tcPr>
          <w:p w:rsidR="0096348D" w:rsidRPr="0089426D" w:rsidRDefault="0096348D" w:rsidP="00C5509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AF4380" w:rsidRPr="0089426D" w:rsidRDefault="00AF4380" w:rsidP="00AF4380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Volunteer </w:t>
      </w:r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290"/>
      </w:tblGrid>
      <w:tr w:rsidR="00AF4380" w:rsidRPr="0089426D" w:rsidTr="001F2AF1">
        <w:tc>
          <w:tcPr>
            <w:tcW w:w="9355" w:type="dxa"/>
          </w:tcPr>
          <w:p w:rsidR="00AF4380" w:rsidRPr="0089426D" w:rsidRDefault="00AF4380" w:rsidP="001F2AF1">
            <w:pPr>
              <w:pStyle w:val="Heading3"/>
              <w:contextualSpacing w:val="0"/>
              <w:outlineLvl w:val="2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Les creneaux, achrafieh</w:t>
            </w:r>
            <w:r w:rsidRPr="0089426D"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</w:p>
          <w:p w:rsidR="00AF4380" w:rsidRDefault="00AF4380" w:rsidP="009264A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December, 2021</w:t>
            </w:r>
          </w:p>
          <w:p w:rsidR="00AF4380" w:rsidRDefault="00AF4380" w:rsidP="001F2AF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Sales Assistant </w:t>
            </w:r>
          </w:p>
          <w:p w:rsidR="00AF4380" w:rsidRPr="00AF4380" w:rsidRDefault="00AF4380" w:rsidP="00AF438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Assisted the salesperson in organizing the booth.</w:t>
            </w:r>
          </w:p>
          <w:p w:rsidR="00AF4380" w:rsidRPr="00AF4380" w:rsidRDefault="00AF4380" w:rsidP="00AF438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Priced the products according to the material used in their production.</w:t>
            </w:r>
          </w:p>
          <w:p w:rsidR="00AF4380" w:rsidRPr="00AF4380" w:rsidRDefault="00AF4380" w:rsidP="00AF438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43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Helped customers in picking gifts and answered all questions.</w:t>
            </w:r>
          </w:p>
        </w:tc>
      </w:tr>
      <w:tr w:rsidR="00AF4380" w:rsidRPr="0089426D" w:rsidTr="001F2AF1">
        <w:tc>
          <w:tcPr>
            <w:tcW w:w="9355" w:type="dxa"/>
            <w:tcMar>
              <w:top w:w="216" w:type="dxa"/>
            </w:tcMar>
          </w:tcPr>
          <w:p w:rsidR="00AF4380" w:rsidRPr="0089426D" w:rsidRDefault="00AF4380" w:rsidP="00AF4380">
            <w:pPr>
              <w:pStyle w:val="Heading3"/>
              <w:outlineLvl w:val="2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 w:rsidR="00486277" w:rsidRPr="0089426D" w:rsidRDefault="00486277" w:rsidP="0096348D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</w:p>
    <w:p w:rsidR="00E06CEE" w:rsidRPr="0089426D" w:rsidRDefault="00E06CEE" w:rsidP="00E06CEE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E06CE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Workshops &amp; Webinars: </w:t>
      </w:r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9290"/>
      </w:tblGrid>
      <w:tr w:rsidR="00E06CEE" w:rsidRPr="0089426D" w:rsidTr="001F2AF1">
        <w:tc>
          <w:tcPr>
            <w:tcW w:w="9290" w:type="dxa"/>
          </w:tcPr>
          <w:p w:rsidR="00E06CEE" w:rsidRPr="00127083" w:rsidRDefault="00A16B32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Leaders for Lebanon by Waznat a </w:t>
            </w:r>
            <w:r w:rsidR="00E06CEE"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eries of 5 leadership workshops </w:t>
            </w:r>
            <w:r w:rsidR="00482A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with certification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(online; during 2020-2021)</w:t>
            </w:r>
          </w:p>
          <w:p w:rsidR="00E06CEE" w:rsidRPr="00127083" w:rsidRDefault="00E06CEE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Career Confidence by CFA Institute</w:t>
            </w:r>
            <w:r w:rsidR="00A16B3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6B21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online; Nov.9, 2021)</w:t>
            </w:r>
          </w:p>
          <w:p w:rsidR="00E06CEE" w:rsidRPr="00127083" w:rsidRDefault="00E06CEE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BlomInvest by Blom Bank</w:t>
            </w:r>
            <w:r w:rsidR="006B21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(online; Nov.15, 2021)</w:t>
            </w:r>
          </w:p>
          <w:p w:rsidR="00E06CEE" w:rsidRPr="00127083" w:rsidRDefault="00E06CEE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Mental Health and Lifestyle by AIESECare NGO &amp; Noor El Huda Hijazi </w:t>
            </w:r>
            <w:r w:rsidR="00482A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with certification </w:t>
            </w:r>
            <w:r w:rsidR="00AF36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(online; Jan. 13,2022)</w:t>
            </w:r>
          </w:p>
          <w:p w:rsidR="00E06CEE" w:rsidRPr="00127083" w:rsidRDefault="00E06CEE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Personal Leadership Webinar by Jack Jendo </w:t>
            </w:r>
            <w:r w:rsidR="00482A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with certification </w:t>
            </w:r>
            <w:r w:rsidR="006B21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(online; June 21, 2022)</w:t>
            </w:r>
          </w:p>
          <w:p w:rsidR="00E06CEE" w:rsidRDefault="00E06CEE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The IKIGAI Webinar by Jack Jendo </w:t>
            </w:r>
            <w:r w:rsidR="006B21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(online; July 19, 2022)</w:t>
            </w:r>
          </w:p>
          <w:p w:rsidR="00B97CC3" w:rsidRPr="00B97CC3" w:rsidRDefault="00B97CC3" w:rsidP="00B97CC3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54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Microsoft Innovative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Educator – </w:t>
            </w:r>
            <w:r w:rsidR="00482A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with certification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(in-person; Dec.2, 2022)</w:t>
            </w:r>
          </w:p>
          <w:p w:rsidR="00E06CEE" w:rsidRPr="00127083" w:rsidRDefault="00E06CEE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The Wisdom Talk by Mr. Khalil Younes, Coca-Cola President Global Category Emerging</w:t>
            </w:r>
            <w:r w:rsidR="00F829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(online; Jan.19, 2023)</w:t>
            </w:r>
          </w:p>
          <w:p w:rsidR="00E06CEE" w:rsidRPr="00127083" w:rsidRDefault="00E06CEE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Entrepreneurship and Franchising Lecture by Mr. Anthony Maalouf, CEO of AntVentures</w:t>
            </w:r>
            <w:r w:rsidR="0092458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D952D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in-</w:t>
            </w:r>
            <w:r w:rsidR="006B21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person; </w:t>
            </w:r>
            <w:r w:rsidR="0092458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March 31, 2023)</w:t>
            </w:r>
          </w:p>
          <w:p w:rsidR="00127083" w:rsidRDefault="00E06CEE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Crypto Webinars by </w:t>
            </w:r>
            <w:r w:rsidR="00A47E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GC Knights, </w:t>
            </w: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iGenius </w:t>
            </w:r>
            <w:r w:rsidR="00A16B3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 w:rsidR="00F829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online; </w:t>
            </w:r>
            <w:r w:rsidR="00A16B3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Sept. 19, 2023)</w:t>
            </w:r>
          </w:p>
          <w:p w:rsidR="00F82942" w:rsidRPr="00127083" w:rsidRDefault="00F82942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Network Marketing Webinar by </w:t>
            </w:r>
            <w:r w:rsidR="00A47E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GC Knights, </w:t>
            </w:r>
            <w:r w:rsidRPr="001270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iGenius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(online; Nov.9, 2023)</w:t>
            </w:r>
          </w:p>
          <w:p w:rsidR="00F82942" w:rsidRDefault="00F82942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Money Magnet camp by </w:t>
            </w:r>
            <w:r w:rsidR="00A47E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GC Knights,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iGenius (online; Feb. 24 till Mar.3, 2024)</w:t>
            </w:r>
          </w:p>
          <w:p w:rsidR="00D952DC" w:rsidRDefault="00D952DC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The Last Chance Workshop </w:t>
            </w:r>
            <w:r w:rsidR="00A47E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by GC Knights, iGenius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(in-person; June 6, 2024)</w:t>
            </w:r>
          </w:p>
          <w:p w:rsidR="00C71505" w:rsidRDefault="00C71505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Pinterest High-Action Festive Season Webinar by Pinterest (online; June 13, 2024)</w:t>
            </w:r>
          </w:p>
          <w:p w:rsidR="00757682" w:rsidRPr="00127083" w:rsidRDefault="00757682" w:rsidP="00B97CC3">
            <w:pPr>
              <w:pStyle w:val="ListParagraph"/>
              <w:numPr>
                <w:ilvl w:val="0"/>
                <w:numId w:val="25"/>
              </w:numPr>
              <w:spacing w:before="240" w:after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Heading For The Future </w:t>
            </w:r>
            <w:r w:rsidR="00482A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Workshop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by AIESEC </w:t>
            </w:r>
            <w:r w:rsidR="00482A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with certification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(in-person; June 13,14,15,20,21,&amp; 22</w:t>
            </w:r>
            <w:r w:rsidR="00C715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2024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</w:tc>
      </w:tr>
    </w:tbl>
    <w:p w:rsidR="001268ED" w:rsidRPr="00E06CEE" w:rsidRDefault="001268ED" w:rsidP="00E06CEE">
      <w:pPr>
        <w:spacing w:before="240" w:after="40"/>
        <w:rPr>
          <w:rFonts w:ascii="Times New Roman" w:hAnsi="Times New Roman" w:cs="Times New Roman"/>
          <w:color w:val="auto"/>
          <w:sz w:val="24"/>
          <w:szCs w:val="24"/>
        </w:rPr>
      </w:pPr>
    </w:p>
    <w:p w:rsidR="00DA3D8C" w:rsidRPr="0089426D" w:rsidRDefault="00DA3D8C" w:rsidP="00DA3D8C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Languages (spoken and written)</w:t>
      </w:r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290"/>
      </w:tblGrid>
      <w:tr w:rsidR="00DA3D8C" w:rsidRPr="0089426D" w:rsidTr="001F2AF1">
        <w:tc>
          <w:tcPr>
            <w:tcW w:w="9355" w:type="dxa"/>
          </w:tcPr>
          <w:p w:rsidR="00DA3D8C" w:rsidRPr="0019760A" w:rsidRDefault="00DA3D8C" w:rsidP="0019760A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760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Arabic: native speaker </w:t>
            </w:r>
          </w:p>
          <w:p w:rsidR="00DA3D8C" w:rsidRPr="0019760A" w:rsidRDefault="00DA3D8C" w:rsidP="0019760A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760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English: second language</w:t>
            </w:r>
          </w:p>
          <w:p w:rsidR="00DA3D8C" w:rsidRPr="0019760A" w:rsidRDefault="00DA3D8C" w:rsidP="00971A08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760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French: fluent (</w:t>
            </w:r>
            <w:r w:rsidR="00971A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intermediate</w:t>
            </w:r>
            <w:r w:rsidRPr="0019760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  <w:p w:rsidR="00DA3D8C" w:rsidRPr="0019760A" w:rsidRDefault="00971A08" w:rsidP="0019760A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German (beginner)</w:t>
            </w:r>
          </w:p>
        </w:tc>
      </w:tr>
    </w:tbl>
    <w:p w:rsidR="001268ED" w:rsidRDefault="001268ED" w:rsidP="003B580D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DA3D8C" w:rsidRPr="0089426D" w:rsidRDefault="00B97CC3" w:rsidP="00DA3D8C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online </w:t>
      </w:r>
      <w:r w:rsidR="00DA3D8C">
        <w:rPr>
          <w:rFonts w:ascii="Times New Roman" w:hAnsi="Times New Roman" w:cs="Times New Roman"/>
          <w:color w:val="auto"/>
          <w:sz w:val="24"/>
          <w:szCs w:val="24"/>
        </w:rPr>
        <w:t xml:space="preserve">Courses </w:t>
      </w:r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290"/>
      </w:tblGrid>
      <w:tr w:rsidR="00DA3D8C" w:rsidRPr="0089426D" w:rsidTr="001F2AF1">
        <w:tc>
          <w:tcPr>
            <w:tcW w:w="9355" w:type="dxa"/>
          </w:tcPr>
          <w:p w:rsidR="00275524" w:rsidRDefault="00275524" w:rsidP="00275524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Google Project Management: Foundations of Project Management (online via coursera)</w:t>
            </w:r>
          </w:p>
          <w:p w:rsidR="0019760A" w:rsidRDefault="0019760A" w:rsidP="005D545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54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WordPress Training Course: Learn How to Build a Wor</w:t>
            </w:r>
            <w:r w:rsidR="00B97C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dPress Site (online via HubSpot)</w:t>
            </w:r>
          </w:p>
          <w:p w:rsidR="006E1937" w:rsidRDefault="006E1937" w:rsidP="006E193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Facebook Ads and Marketing Training Course (online via HubSpot)</w:t>
            </w:r>
          </w:p>
          <w:p w:rsidR="006E1937" w:rsidRDefault="006E1937" w:rsidP="006E193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Advanced Social Media Strategies Course (online via HubSpot)</w:t>
            </w:r>
          </w:p>
          <w:p w:rsidR="0019760A" w:rsidRDefault="006E1937" w:rsidP="006E193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Delighting Customers Through WhatsApp (online via HubSpot)</w:t>
            </w:r>
          </w:p>
          <w:p w:rsidR="006E1937" w:rsidRPr="006E1937" w:rsidRDefault="006E1937" w:rsidP="006E1937">
            <w:pPr>
              <w:pStyle w:val="ListParagrap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DA3D8C" w:rsidRPr="0096348D" w:rsidRDefault="00DA3D8C" w:rsidP="003B580D">
      <w:pPr>
        <w:rPr>
          <w:rFonts w:ascii="Times New Roman" w:hAnsi="Times New Roman" w:cs="Times New Roman"/>
          <w:color w:val="auto"/>
          <w:sz w:val="24"/>
          <w:szCs w:val="24"/>
        </w:rPr>
      </w:pPr>
    </w:p>
    <w:sectPr w:rsidR="00DA3D8C" w:rsidRPr="0096348D" w:rsidSect="005A1B10">
      <w:footerReference w:type="default" r:id="rId7"/>
      <w:headerReference w:type="first" r:id="rId8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143" w:rsidRDefault="00B57143" w:rsidP="0068194B">
      <w:r>
        <w:separator/>
      </w:r>
    </w:p>
    <w:p w:rsidR="00B57143" w:rsidRDefault="00B57143"/>
    <w:p w:rsidR="00B57143" w:rsidRDefault="00B57143"/>
  </w:endnote>
  <w:endnote w:type="continuationSeparator" w:id="0">
    <w:p w:rsidR="00B57143" w:rsidRDefault="00B57143" w:rsidP="0068194B">
      <w:r>
        <w:continuationSeparator/>
      </w:r>
    </w:p>
    <w:p w:rsidR="00B57143" w:rsidRDefault="00B57143"/>
    <w:p w:rsidR="00B57143" w:rsidRDefault="00B571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509F" w:rsidRDefault="00C5509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A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143" w:rsidRDefault="00B57143" w:rsidP="0068194B">
      <w:r>
        <w:separator/>
      </w:r>
    </w:p>
    <w:p w:rsidR="00B57143" w:rsidRDefault="00B57143"/>
    <w:p w:rsidR="00B57143" w:rsidRDefault="00B57143"/>
  </w:footnote>
  <w:footnote w:type="continuationSeparator" w:id="0">
    <w:p w:rsidR="00B57143" w:rsidRDefault="00B57143" w:rsidP="0068194B">
      <w:r>
        <w:continuationSeparator/>
      </w:r>
    </w:p>
    <w:p w:rsidR="00B57143" w:rsidRDefault="00B57143"/>
    <w:p w:rsidR="00B57143" w:rsidRDefault="00B5714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09F" w:rsidRPr="004E01EB" w:rsidRDefault="00C5509F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DD98AC" wp14:editId="1636F998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 descr="Header dividing 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66552FC5" id="Straight Connector 5" o:spid="_x0000_s1026" alt="Header dividing line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021B793E"/>
    <w:multiLevelType w:val="hybridMultilevel"/>
    <w:tmpl w:val="330C9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9518D6"/>
    <w:multiLevelType w:val="hybridMultilevel"/>
    <w:tmpl w:val="0CF0CC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11009BD"/>
    <w:multiLevelType w:val="hybridMultilevel"/>
    <w:tmpl w:val="A5DA4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61CE9"/>
    <w:multiLevelType w:val="hybridMultilevel"/>
    <w:tmpl w:val="AFCEE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72736"/>
    <w:multiLevelType w:val="hybridMultilevel"/>
    <w:tmpl w:val="F410AE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2D289B"/>
    <w:multiLevelType w:val="hybridMultilevel"/>
    <w:tmpl w:val="112C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44628A5"/>
    <w:multiLevelType w:val="hybridMultilevel"/>
    <w:tmpl w:val="DAFEB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C526A"/>
    <w:multiLevelType w:val="hybridMultilevel"/>
    <w:tmpl w:val="D4CE6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66A6B28"/>
    <w:multiLevelType w:val="hybridMultilevel"/>
    <w:tmpl w:val="682AA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45F0C"/>
    <w:multiLevelType w:val="hybridMultilevel"/>
    <w:tmpl w:val="17624A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E867920"/>
    <w:multiLevelType w:val="hybridMultilevel"/>
    <w:tmpl w:val="9B848C94"/>
    <w:lvl w:ilvl="0" w:tplc="BEDA6134">
      <w:start w:val="200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FA7D66"/>
    <w:multiLevelType w:val="hybridMultilevel"/>
    <w:tmpl w:val="F8825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941FB6"/>
    <w:multiLevelType w:val="hybridMultilevel"/>
    <w:tmpl w:val="9D5E9E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CF4A8E"/>
    <w:multiLevelType w:val="hybridMultilevel"/>
    <w:tmpl w:val="D8DAC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2"/>
  </w:num>
  <w:num w:numId="6">
    <w:abstractNumId w:val="3"/>
  </w:num>
  <w:num w:numId="7">
    <w:abstractNumId w:val="17"/>
  </w:num>
  <w:num w:numId="8">
    <w:abstractNumId w:val="2"/>
  </w:num>
  <w:num w:numId="9">
    <w:abstractNumId w:val="20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23"/>
  </w:num>
  <w:num w:numId="15">
    <w:abstractNumId w:val="16"/>
  </w:num>
  <w:num w:numId="16">
    <w:abstractNumId w:val="26"/>
  </w:num>
  <w:num w:numId="17">
    <w:abstractNumId w:val="11"/>
  </w:num>
  <w:num w:numId="18">
    <w:abstractNumId w:val="22"/>
  </w:num>
  <w:num w:numId="19">
    <w:abstractNumId w:val="25"/>
  </w:num>
  <w:num w:numId="20">
    <w:abstractNumId w:val="15"/>
  </w:num>
  <w:num w:numId="21">
    <w:abstractNumId w:val="19"/>
  </w:num>
  <w:num w:numId="22">
    <w:abstractNumId w:val="10"/>
  </w:num>
  <w:num w:numId="23">
    <w:abstractNumId w:val="24"/>
  </w:num>
  <w:num w:numId="24">
    <w:abstractNumId w:val="21"/>
  </w:num>
  <w:num w:numId="25">
    <w:abstractNumId w:val="14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4E0"/>
    <w:rsid w:val="000001EF"/>
    <w:rsid w:val="00007322"/>
    <w:rsid w:val="00007728"/>
    <w:rsid w:val="00024584"/>
    <w:rsid w:val="00024730"/>
    <w:rsid w:val="000423DC"/>
    <w:rsid w:val="0005311C"/>
    <w:rsid w:val="00054D7C"/>
    <w:rsid w:val="00055E95"/>
    <w:rsid w:val="0007021F"/>
    <w:rsid w:val="000957BC"/>
    <w:rsid w:val="000B2BA5"/>
    <w:rsid w:val="000F2F8C"/>
    <w:rsid w:val="0010006E"/>
    <w:rsid w:val="001045A8"/>
    <w:rsid w:val="00114A91"/>
    <w:rsid w:val="001268ED"/>
    <w:rsid w:val="00127083"/>
    <w:rsid w:val="00127C4C"/>
    <w:rsid w:val="00132E5B"/>
    <w:rsid w:val="001427E1"/>
    <w:rsid w:val="00163668"/>
    <w:rsid w:val="00171566"/>
    <w:rsid w:val="00174676"/>
    <w:rsid w:val="001755A8"/>
    <w:rsid w:val="00184014"/>
    <w:rsid w:val="00192008"/>
    <w:rsid w:val="00197585"/>
    <w:rsid w:val="0019760A"/>
    <w:rsid w:val="001C0E68"/>
    <w:rsid w:val="001C4B6F"/>
    <w:rsid w:val="001D0BF1"/>
    <w:rsid w:val="001E3120"/>
    <w:rsid w:val="001E4A1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0C8A"/>
    <w:rsid w:val="002617AE"/>
    <w:rsid w:val="002638D0"/>
    <w:rsid w:val="002647D3"/>
    <w:rsid w:val="00275524"/>
    <w:rsid w:val="00275EAE"/>
    <w:rsid w:val="00286634"/>
    <w:rsid w:val="00294998"/>
    <w:rsid w:val="00297F18"/>
    <w:rsid w:val="002A1945"/>
    <w:rsid w:val="002B2958"/>
    <w:rsid w:val="002B3FC8"/>
    <w:rsid w:val="002D23C5"/>
    <w:rsid w:val="002D6137"/>
    <w:rsid w:val="002E7E61"/>
    <w:rsid w:val="002F05E5"/>
    <w:rsid w:val="002F254D"/>
    <w:rsid w:val="002F30E4"/>
    <w:rsid w:val="00304313"/>
    <w:rsid w:val="00307140"/>
    <w:rsid w:val="00316DFF"/>
    <w:rsid w:val="003226B3"/>
    <w:rsid w:val="00325B57"/>
    <w:rsid w:val="00336056"/>
    <w:rsid w:val="003544E1"/>
    <w:rsid w:val="00366398"/>
    <w:rsid w:val="003A0632"/>
    <w:rsid w:val="003A30E5"/>
    <w:rsid w:val="003A6272"/>
    <w:rsid w:val="003A6ADF"/>
    <w:rsid w:val="003B580D"/>
    <w:rsid w:val="003B5928"/>
    <w:rsid w:val="003D380F"/>
    <w:rsid w:val="003E160D"/>
    <w:rsid w:val="003F1D5F"/>
    <w:rsid w:val="00405128"/>
    <w:rsid w:val="00406CFF"/>
    <w:rsid w:val="00416B25"/>
    <w:rsid w:val="00420592"/>
    <w:rsid w:val="0042214E"/>
    <w:rsid w:val="004319E0"/>
    <w:rsid w:val="00437E8C"/>
    <w:rsid w:val="00440225"/>
    <w:rsid w:val="00442CFC"/>
    <w:rsid w:val="004726BC"/>
    <w:rsid w:val="00474105"/>
    <w:rsid w:val="00480E6E"/>
    <w:rsid w:val="00482A77"/>
    <w:rsid w:val="00486277"/>
    <w:rsid w:val="00494CF6"/>
    <w:rsid w:val="00495F8D"/>
    <w:rsid w:val="004A18C6"/>
    <w:rsid w:val="004A1FAE"/>
    <w:rsid w:val="004A32FF"/>
    <w:rsid w:val="004A51CC"/>
    <w:rsid w:val="004B06EB"/>
    <w:rsid w:val="004B6AD0"/>
    <w:rsid w:val="004C2D5D"/>
    <w:rsid w:val="004C33E1"/>
    <w:rsid w:val="004E01EB"/>
    <w:rsid w:val="004E2794"/>
    <w:rsid w:val="00510392"/>
    <w:rsid w:val="00513E2A"/>
    <w:rsid w:val="00516A5E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D5453"/>
    <w:rsid w:val="005F4B91"/>
    <w:rsid w:val="005F55D2"/>
    <w:rsid w:val="006058BD"/>
    <w:rsid w:val="006143E7"/>
    <w:rsid w:val="00615DAA"/>
    <w:rsid w:val="0062312F"/>
    <w:rsid w:val="00625F2C"/>
    <w:rsid w:val="006618E9"/>
    <w:rsid w:val="0068194B"/>
    <w:rsid w:val="00692703"/>
    <w:rsid w:val="00694431"/>
    <w:rsid w:val="006A1962"/>
    <w:rsid w:val="006B2107"/>
    <w:rsid w:val="006B5D48"/>
    <w:rsid w:val="006B7D7B"/>
    <w:rsid w:val="006C1A5E"/>
    <w:rsid w:val="006E1507"/>
    <w:rsid w:val="006E1937"/>
    <w:rsid w:val="006F61B7"/>
    <w:rsid w:val="00701BF2"/>
    <w:rsid w:val="00712D8B"/>
    <w:rsid w:val="007273B7"/>
    <w:rsid w:val="00733E0A"/>
    <w:rsid w:val="0074403D"/>
    <w:rsid w:val="00746D44"/>
    <w:rsid w:val="007538DC"/>
    <w:rsid w:val="00757682"/>
    <w:rsid w:val="00757803"/>
    <w:rsid w:val="00764555"/>
    <w:rsid w:val="0079206B"/>
    <w:rsid w:val="00796076"/>
    <w:rsid w:val="007A3E5E"/>
    <w:rsid w:val="007C0566"/>
    <w:rsid w:val="007C606B"/>
    <w:rsid w:val="007D5E06"/>
    <w:rsid w:val="007E6A61"/>
    <w:rsid w:val="008009F3"/>
    <w:rsid w:val="00801140"/>
    <w:rsid w:val="00803404"/>
    <w:rsid w:val="008160EF"/>
    <w:rsid w:val="00834955"/>
    <w:rsid w:val="00851121"/>
    <w:rsid w:val="00855B59"/>
    <w:rsid w:val="00860461"/>
    <w:rsid w:val="0086487C"/>
    <w:rsid w:val="00870B20"/>
    <w:rsid w:val="00875CC6"/>
    <w:rsid w:val="008829F8"/>
    <w:rsid w:val="00885897"/>
    <w:rsid w:val="0089426D"/>
    <w:rsid w:val="008976DF"/>
    <w:rsid w:val="008A344B"/>
    <w:rsid w:val="008A6538"/>
    <w:rsid w:val="008C7056"/>
    <w:rsid w:val="008E3306"/>
    <w:rsid w:val="008F3B14"/>
    <w:rsid w:val="00901899"/>
    <w:rsid w:val="0090344B"/>
    <w:rsid w:val="00905715"/>
    <w:rsid w:val="009059ED"/>
    <w:rsid w:val="0091321E"/>
    <w:rsid w:val="00913946"/>
    <w:rsid w:val="00924588"/>
    <w:rsid w:val="009264A1"/>
    <w:rsid w:val="0092726B"/>
    <w:rsid w:val="009361BA"/>
    <w:rsid w:val="00944F78"/>
    <w:rsid w:val="009510E7"/>
    <w:rsid w:val="00952C89"/>
    <w:rsid w:val="009571D8"/>
    <w:rsid w:val="0096348D"/>
    <w:rsid w:val="009635FE"/>
    <w:rsid w:val="009650EA"/>
    <w:rsid w:val="00971A08"/>
    <w:rsid w:val="0097790C"/>
    <w:rsid w:val="0098506E"/>
    <w:rsid w:val="009A44CE"/>
    <w:rsid w:val="009C4DFC"/>
    <w:rsid w:val="009D44F8"/>
    <w:rsid w:val="009E3160"/>
    <w:rsid w:val="009F220C"/>
    <w:rsid w:val="009F3B05"/>
    <w:rsid w:val="009F4931"/>
    <w:rsid w:val="00A14534"/>
    <w:rsid w:val="00A14BFF"/>
    <w:rsid w:val="00A16B32"/>
    <w:rsid w:val="00A16DAA"/>
    <w:rsid w:val="00A24162"/>
    <w:rsid w:val="00A25023"/>
    <w:rsid w:val="00A270EA"/>
    <w:rsid w:val="00A34BA2"/>
    <w:rsid w:val="00A36F27"/>
    <w:rsid w:val="00A378A5"/>
    <w:rsid w:val="00A42E32"/>
    <w:rsid w:val="00A46E63"/>
    <w:rsid w:val="00A47E56"/>
    <w:rsid w:val="00A51DC5"/>
    <w:rsid w:val="00A53DE1"/>
    <w:rsid w:val="00A567E1"/>
    <w:rsid w:val="00A615E1"/>
    <w:rsid w:val="00A755E8"/>
    <w:rsid w:val="00A93A5D"/>
    <w:rsid w:val="00AB32F8"/>
    <w:rsid w:val="00AB610B"/>
    <w:rsid w:val="00AC7CB8"/>
    <w:rsid w:val="00AD360E"/>
    <w:rsid w:val="00AD40FB"/>
    <w:rsid w:val="00AD782D"/>
    <w:rsid w:val="00AE7650"/>
    <w:rsid w:val="00AF3633"/>
    <w:rsid w:val="00AF4380"/>
    <w:rsid w:val="00AF5EBE"/>
    <w:rsid w:val="00B10EBE"/>
    <w:rsid w:val="00B236F1"/>
    <w:rsid w:val="00B50F99"/>
    <w:rsid w:val="00B51D1B"/>
    <w:rsid w:val="00B540F4"/>
    <w:rsid w:val="00B563D8"/>
    <w:rsid w:val="00B57143"/>
    <w:rsid w:val="00B60FD0"/>
    <w:rsid w:val="00B622DF"/>
    <w:rsid w:val="00B6332A"/>
    <w:rsid w:val="00B81760"/>
    <w:rsid w:val="00B8494C"/>
    <w:rsid w:val="00B97CC3"/>
    <w:rsid w:val="00BA1546"/>
    <w:rsid w:val="00BB4E51"/>
    <w:rsid w:val="00BD3A8E"/>
    <w:rsid w:val="00BD431F"/>
    <w:rsid w:val="00BE423E"/>
    <w:rsid w:val="00BE7F09"/>
    <w:rsid w:val="00BF61AC"/>
    <w:rsid w:val="00C15C65"/>
    <w:rsid w:val="00C1642C"/>
    <w:rsid w:val="00C214E0"/>
    <w:rsid w:val="00C47FA6"/>
    <w:rsid w:val="00C54418"/>
    <w:rsid w:val="00C5509F"/>
    <w:rsid w:val="00C57FC6"/>
    <w:rsid w:val="00C600B3"/>
    <w:rsid w:val="00C66A7D"/>
    <w:rsid w:val="00C71505"/>
    <w:rsid w:val="00C779DA"/>
    <w:rsid w:val="00C814F7"/>
    <w:rsid w:val="00C857F6"/>
    <w:rsid w:val="00CA4B4D"/>
    <w:rsid w:val="00CB35C3"/>
    <w:rsid w:val="00CD1D22"/>
    <w:rsid w:val="00CD323D"/>
    <w:rsid w:val="00CE4030"/>
    <w:rsid w:val="00CE64B3"/>
    <w:rsid w:val="00CF1A49"/>
    <w:rsid w:val="00D02E7D"/>
    <w:rsid w:val="00D03AAA"/>
    <w:rsid w:val="00D0630C"/>
    <w:rsid w:val="00D243A9"/>
    <w:rsid w:val="00D305E5"/>
    <w:rsid w:val="00D35770"/>
    <w:rsid w:val="00D37CD3"/>
    <w:rsid w:val="00D578FC"/>
    <w:rsid w:val="00D61EB6"/>
    <w:rsid w:val="00D66A52"/>
    <w:rsid w:val="00D66EFA"/>
    <w:rsid w:val="00D67A0F"/>
    <w:rsid w:val="00D72A2D"/>
    <w:rsid w:val="00D9521A"/>
    <w:rsid w:val="00D952DC"/>
    <w:rsid w:val="00DA3914"/>
    <w:rsid w:val="00DA3D8C"/>
    <w:rsid w:val="00DA59AA"/>
    <w:rsid w:val="00DB24EB"/>
    <w:rsid w:val="00DB62DB"/>
    <w:rsid w:val="00DB6915"/>
    <w:rsid w:val="00DB7E1E"/>
    <w:rsid w:val="00DC1B78"/>
    <w:rsid w:val="00DC2A2F"/>
    <w:rsid w:val="00DC600B"/>
    <w:rsid w:val="00DE0FAA"/>
    <w:rsid w:val="00DE136D"/>
    <w:rsid w:val="00DE6534"/>
    <w:rsid w:val="00DF3CEF"/>
    <w:rsid w:val="00DF4D6C"/>
    <w:rsid w:val="00E01923"/>
    <w:rsid w:val="00E06CEE"/>
    <w:rsid w:val="00E14498"/>
    <w:rsid w:val="00E2397A"/>
    <w:rsid w:val="00E254DB"/>
    <w:rsid w:val="00E300FC"/>
    <w:rsid w:val="00E362DB"/>
    <w:rsid w:val="00E43B68"/>
    <w:rsid w:val="00E5039A"/>
    <w:rsid w:val="00E55243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1F6"/>
    <w:rsid w:val="00F24884"/>
    <w:rsid w:val="00F476C4"/>
    <w:rsid w:val="00F61DF9"/>
    <w:rsid w:val="00F65B5F"/>
    <w:rsid w:val="00F74585"/>
    <w:rsid w:val="00F81960"/>
    <w:rsid w:val="00F82942"/>
    <w:rsid w:val="00F82BDE"/>
    <w:rsid w:val="00F8769D"/>
    <w:rsid w:val="00F9350C"/>
    <w:rsid w:val="00F93B60"/>
    <w:rsid w:val="00F94EB5"/>
    <w:rsid w:val="00F9624D"/>
    <w:rsid w:val="00FA0C9E"/>
    <w:rsid w:val="00FB0505"/>
    <w:rsid w:val="00FB24C0"/>
    <w:rsid w:val="00FB31C1"/>
    <w:rsid w:val="00FB58F2"/>
    <w:rsid w:val="00FC6AEA"/>
    <w:rsid w:val="00FD3D13"/>
    <w:rsid w:val="00FE55A2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E31B6"/>
  <w15:chartTrackingRefBased/>
  <w15:docId w15:val="{C3092EC0-EB0A-447D-BF7E-D82E5E81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Modern%20chronological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A507878691E429FA240E021844C3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4A789-0F66-4758-BAF8-E29FA3D7E350}"/>
      </w:docPartPr>
      <w:docPartBody>
        <w:p w:rsidR="00633116" w:rsidRDefault="007F67F0">
          <w:pPr>
            <w:pStyle w:val="5A507878691E429FA240E021844C3D8E"/>
          </w:pPr>
          <w:r w:rsidRPr="00CF1A49">
            <w:t>·</w:t>
          </w:r>
        </w:p>
      </w:docPartBody>
    </w:docPart>
    <w:docPart>
      <w:docPartPr>
        <w:name w:val="59EBE26BFB17496883BE4D4420026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BBB4C-72BF-4A0A-9632-D64FFA9B177B}"/>
      </w:docPartPr>
      <w:docPartBody>
        <w:p w:rsidR="00633116" w:rsidRDefault="007F67F0">
          <w:pPr>
            <w:pStyle w:val="59EBE26BFB17496883BE4D4420026823"/>
          </w:pPr>
          <w:r w:rsidRPr="00CF1A49">
            <w:t>Education</w:t>
          </w:r>
        </w:p>
      </w:docPartBody>
    </w:docPart>
    <w:docPart>
      <w:docPartPr>
        <w:name w:val="BA945A74142C47C6A28CDE45E8136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5A690-1A8B-4B8F-872B-63275790CA0A}"/>
      </w:docPartPr>
      <w:docPartBody>
        <w:p w:rsidR="000B4E83" w:rsidRDefault="000B4E83" w:rsidP="000B4E83">
          <w:pPr>
            <w:pStyle w:val="BA945A74142C47C6A28CDE45E81368B3"/>
          </w:pPr>
          <w:r w:rsidRPr="00CF1A49"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F0"/>
    <w:rsid w:val="00093BD4"/>
    <w:rsid w:val="000B4E83"/>
    <w:rsid w:val="000D0CA3"/>
    <w:rsid w:val="00195764"/>
    <w:rsid w:val="002B3798"/>
    <w:rsid w:val="003C52EF"/>
    <w:rsid w:val="00494950"/>
    <w:rsid w:val="004C2297"/>
    <w:rsid w:val="00633116"/>
    <w:rsid w:val="0068531C"/>
    <w:rsid w:val="006A157C"/>
    <w:rsid w:val="006E3102"/>
    <w:rsid w:val="007605D0"/>
    <w:rsid w:val="00777E73"/>
    <w:rsid w:val="007F67F0"/>
    <w:rsid w:val="0080124B"/>
    <w:rsid w:val="008703F1"/>
    <w:rsid w:val="008F2889"/>
    <w:rsid w:val="008F675E"/>
    <w:rsid w:val="009051FF"/>
    <w:rsid w:val="009B63F3"/>
    <w:rsid w:val="00AD3F90"/>
    <w:rsid w:val="00B22190"/>
    <w:rsid w:val="00D2067B"/>
    <w:rsid w:val="00D54DC9"/>
    <w:rsid w:val="00DA1633"/>
    <w:rsid w:val="00E34C63"/>
    <w:rsid w:val="00ED2202"/>
    <w:rsid w:val="00F1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0341A8B3D84C84867C9ED841207C41">
    <w:name w:val="BF0341A8B3D84C84867C9ED841207C41"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8DF68E2549B14711B181D9CD95CE0DBD">
    <w:name w:val="8DF68E2549B14711B181D9CD95CE0DBD"/>
  </w:style>
  <w:style w:type="paragraph" w:customStyle="1" w:styleId="123B004BEE594A4DA708798DF4B20EFF">
    <w:name w:val="123B004BEE594A4DA708798DF4B20EFF"/>
  </w:style>
  <w:style w:type="paragraph" w:customStyle="1" w:styleId="5A507878691E429FA240E021844C3D8E">
    <w:name w:val="5A507878691E429FA240E021844C3D8E"/>
  </w:style>
  <w:style w:type="paragraph" w:customStyle="1" w:styleId="DE0CD985D3D4470FA06A93CDE85392FB">
    <w:name w:val="DE0CD985D3D4470FA06A93CDE85392FB"/>
  </w:style>
  <w:style w:type="paragraph" w:customStyle="1" w:styleId="1709E27B50AA4E729E95D3B1259FE946">
    <w:name w:val="1709E27B50AA4E729E95D3B1259FE946"/>
  </w:style>
  <w:style w:type="paragraph" w:customStyle="1" w:styleId="41D889B995184D15A1002DB2E4A6F720">
    <w:name w:val="41D889B995184D15A1002DB2E4A6F720"/>
  </w:style>
  <w:style w:type="paragraph" w:customStyle="1" w:styleId="F689CEE41900439093D974A19265A263">
    <w:name w:val="F689CEE41900439093D974A19265A263"/>
  </w:style>
  <w:style w:type="paragraph" w:customStyle="1" w:styleId="764BCEA4AF9D4297AF15221B29619DA4">
    <w:name w:val="764BCEA4AF9D4297AF15221B29619DA4"/>
  </w:style>
  <w:style w:type="paragraph" w:customStyle="1" w:styleId="E85DDB49E13449839E4B1946D4C23107">
    <w:name w:val="E85DDB49E13449839E4B1946D4C23107"/>
  </w:style>
  <w:style w:type="paragraph" w:customStyle="1" w:styleId="59706532B1914C18A4B431680ACE7858">
    <w:name w:val="59706532B1914C18A4B431680ACE7858"/>
  </w:style>
  <w:style w:type="paragraph" w:customStyle="1" w:styleId="F288CBD1EBD445C7A059AF0D75335557">
    <w:name w:val="F288CBD1EBD445C7A059AF0D75335557"/>
  </w:style>
  <w:style w:type="paragraph" w:customStyle="1" w:styleId="BEC483FDA3404F4F9C23BF2E5F55DD8D">
    <w:name w:val="BEC483FDA3404F4F9C23BF2E5F55DD8D"/>
  </w:style>
  <w:style w:type="paragraph" w:customStyle="1" w:styleId="043494D2AF6749EABD493C406D8D295A">
    <w:name w:val="043494D2AF6749EABD493C406D8D295A"/>
  </w:style>
  <w:style w:type="paragraph" w:customStyle="1" w:styleId="F71A508931734418A5ABAC6701387561">
    <w:name w:val="F71A508931734418A5ABAC6701387561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8C7807DAB1B9458DABC32D0351D507C9">
    <w:name w:val="8C7807DAB1B9458DABC32D0351D507C9"/>
  </w:style>
  <w:style w:type="paragraph" w:customStyle="1" w:styleId="99A4058FD3EA48A397BEAA9B8D667C64">
    <w:name w:val="99A4058FD3EA48A397BEAA9B8D667C64"/>
  </w:style>
  <w:style w:type="paragraph" w:customStyle="1" w:styleId="738550E6E9FF4B6EB39773F770991A73">
    <w:name w:val="738550E6E9FF4B6EB39773F770991A73"/>
  </w:style>
  <w:style w:type="paragraph" w:customStyle="1" w:styleId="E62A165D8F9D46B688194DACBF9F1573">
    <w:name w:val="E62A165D8F9D46B688194DACBF9F1573"/>
  </w:style>
  <w:style w:type="paragraph" w:customStyle="1" w:styleId="01A101F3ADF6449F81255283D172767E">
    <w:name w:val="01A101F3ADF6449F81255283D172767E"/>
  </w:style>
  <w:style w:type="paragraph" w:customStyle="1" w:styleId="B0E96AE310C944F39C3BE8772F2BE980">
    <w:name w:val="B0E96AE310C944F39C3BE8772F2BE980"/>
  </w:style>
  <w:style w:type="paragraph" w:customStyle="1" w:styleId="E989FD01364E4169B77F39F1CFE7C9FD">
    <w:name w:val="E989FD01364E4169B77F39F1CFE7C9FD"/>
  </w:style>
  <w:style w:type="paragraph" w:customStyle="1" w:styleId="59EBE26BFB17496883BE4D4420026823">
    <w:name w:val="59EBE26BFB17496883BE4D4420026823"/>
  </w:style>
  <w:style w:type="paragraph" w:customStyle="1" w:styleId="C23FB22E90CF45F78472F7714EB88E00">
    <w:name w:val="C23FB22E90CF45F78472F7714EB88E00"/>
  </w:style>
  <w:style w:type="paragraph" w:customStyle="1" w:styleId="417B473C801F4A3EA24EF7C89590E2ED">
    <w:name w:val="417B473C801F4A3EA24EF7C89590E2ED"/>
  </w:style>
  <w:style w:type="paragraph" w:customStyle="1" w:styleId="7D9DD64B3794451A868B148ACE719CDE">
    <w:name w:val="7D9DD64B3794451A868B148ACE719CDE"/>
  </w:style>
  <w:style w:type="paragraph" w:customStyle="1" w:styleId="77B142D587DC4D838593ED1061C13BA8">
    <w:name w:val="77B142D587DC4D838593ED1061C13BA8"/>
  </w:style>
  <w:style w:type="paragraph" w:customStyle="1" w:styleId="76A3B0FF79AA471B8BD23525FB3D6F79">
    <w:name w:val="76A3B0FF79AA471B8BD23525FB3D6F79"/>
  </w:style>
  <w:style w:type="paragraph" w:customStyle="1" w:styleId="228E283E77274BA68D34ECDBA1872EA5">
    <w:name w:val="228E283E77274BA68D34ECDBA1872EA5"/>
  </w:style>
  <w:style w:type="paragraph" w:customStyle="1" w:styleId="821F9862409E4BFBACDAA965568BF18E">
    <w:name w:val="821F9862409E4BFBACDAA965568BF18E"/>
  </w:style>
  <w:style w:type="paragraph" w:customStyle="1" w:styleId="8FB42F1A9AFE479E9D53958AE406F3DB">
    <w:name w:val="8FB42F1A9AFE479E9D53958AE406F3DB"/>
  </w:style>
  <w:style w:type="paragraph" w:customStyle="1" w:styleId="78599BE1FC8D47AD9A2C8F69D758B602">
    <w:name w:val="78599BE1FC8D47AD9A2C8F69D758B602"/>
  </w:style>
  <w:style w:type="paragraph" w:customStyle="1" w:styleId="7032E14FA61B41E698DDC9020849DF3D">
    <w:name w:val="7032E14FA61B41E698DDC9020849DF3D"/>
  </w:style>
  <w:style w:type="paragraph" w:customStyle="1" w:styleId="3A075939C13B4A20B78AA0BB52C8E24C">
    <w:name w:val="3A075939C13B4A20B78AA0BB52C8E24C"/>
  </w:style>
  <w:style w:type="paragraph" w:customStyle="1" w:styleId="6535A509FB8D45E1955926484B7BC02C">
    <w:name w:val="6535A509FB8D45E1955926484B7BC02C"/>
  </w:style>
  <w:style w:type="paragraph" w:customStyle="1" w:styleId="ADABB171D59B49C29618251ADCDBB120">
    <w:name w:val="ADABB171D59B49C29618251ADCDBB120"/>
  </w:style>
  <w:style w:type="paragraph" w:customStyle="1" w:styleId="4DC44E5843D04FB8AE59AA9AD6D3E4AB">
    <w:name w:val="4DC44E5843D04FB8AE59AA9AD6D3E4AB"/>
  </w:style>
  <w:style w:type="paragraph" w:customStyle="1" w:styleId="22AED76BDD1B47E1BA2931272FDDA32F">
    <w:name w:val="22AED76BDD1B47E1BA2931272FDDA32F"/>
  </w:style>
  <w:style w:type="paragraph" w:customStyle="1" w:styleId="7ABE43D3B79B4C81A271F82DDED727C8">
    <w:name w:val="7ABE43D3B79B4C81A271F82DDED727C8"/>
  </w:style>
  <w:style w:type="paragraph" w:customStyle="1" w:styleId="FB8DE8C8F7FA4C0F8FB04F60CC29349B">
    <w:name w:val="FB8DE8C8F7FA4C0F8FB04F60CC29349B"/>
  </w:style>
  <w:style w:type="paragraph" w:customStyle="1" w:styleId="FEF89A614C2D4EA2A6FD702E19326041">
    <w:name w:val="FEF89A614C2D4EA2A6FD702E19326041"/>
  </w:style>
  <w:style w:type="paragraph" w:customStyle="1" w:styleId="BA945A74142C47C6A28CDE45E81368B3">
    <w:name w:val="BA945A74142C47C6A28CDE45E81368B3"/>
    <w:rsid w:val="000B4E83"/>
  </w:style>
  <w:style w:type="paragraph" w:customStyle="1" w:styleId="851324C889B8416CABC62C472B2B896A">
    <w:name w:val="851324C889B8416CABC62C472B2B896A"/>
    <w:rsid w:val="000B4E83"/>
  </w:style>
  <w:style w:type="paragraph" w:customStyle="1" w:styleId="7CC42C5A28D243A58E19905BBD9E0879">
    <w:name w:val="7CC42C5A28D243A58E19905BBD9E0879"/>
    <w:rsid w:val="000B4E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Modern chronological resume</Template>
  <TotalTime>4415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2022-06-05T18:28:00Z</dcterms:created>
  <dcterms:modified xsi:type="dcterms:W3CDTF">2024-07-01T11:47:00Z</dcterms:modified>
  <cp:category/>
</cp:coreProperties>
</file>