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6470"/>
      </w:tblGrid>
      <w:tr w:rsidR="00875F26" w14:paraId="213C7562" w14:textId="77777777" w:rsidTr="001B2ABD">
        <w:trPr>
          <w:gridAfter w:val="2"/>
          <w:wAfter w:w="7190" w:type="dxa"/>
          <w:trHeight w:val="4410"/>
        </w:trPr>
        <w:tc>
          <w:tcPr>
            <w:tcW w:w="3600" w:type="dxa"/>
            <w:vAlign w:val="bottom"/>
          </w:tcPr>
          <w:p w14:paraId="766F7C41" w14:textId="68D19B83" w:rsidR="00875F26" w:rsidRDefault="00875F26" w:rsidP="00894291">
            <w:pPr>
              <w:tabs>
                <w:tab w:val="left" w:pos="990"/>
              </w:tabs>
            </w:pPr>
          </w:p>
        </w:tc>
      </w:tr>
      <w:tr w:rsidR="001B2ABD" w14:paraId="430AF662" w14:textId="77777777" w:rsidTr="001B2ABD">
        <w:tc>
          <w:tcPr>
            <w:tcW w:w="3600" w:type="dxa"/>
          </w:tcPr>
          <w:p w14:paraId="7AAFEA0C" w14:textId="648E1911" w:rsidR="00875F26" w:rsidRDefault="00875F26" w:rsidP="00036450">
            <w:pPr>
              <w:pStyle w:val="Heading3"/>
            </w:pPr>
            <w:r>
              <w:lastRenderedPageBreak/>
              <w:t>Sama Zbib</w:t>
            </w:r>
          </w:p>
          <w:p w14:paraId="2D6D5D03" w14:textId="77777777" w:rsidR="00875F26" w:rsidRPr="00875F26" w:rsidRDefault="00875F26" w:rsidP="00875F26"/>
          <w:p w14:paraId="0BCA99B5" w14:textId="5849F26F" w:rsidR="00036450" w:rsidRPr="00E94026" w:rsidRDefault="009B07AD" w:rsidP="009260CD">
            <w:pPr>
              <w:rPr>
                <w:sz w:val="20"/>
                <w:szCs w:val="20"/>
              </w:rPr>
            </w:pPr>
            <w:r w:rsidRPr="00E94026">
              <w:rPr>
                <w:rFonts w:ascii="Segoe UI" w:hAnsi="Segoe UI" w:cs="Segoe UI"/>
                <w:color w:val="0D0D0D"/>
                <w:sz w:val="20"/>
                <w:szCs w:val="20"/>
                <w:shd w:val="clear" w:color="auto" w:fill="FFFFFF"/>
              </w:rPr>
              <w:t xml:space="preserve">Currently pursuing a Bachelor of </w:t>
            </w:r>
            <w:r w:rsidRPr="00E94026">
              <w:rPr>
                <w:rFonts w:ascii="Segoe UI" w:hAnsi="Segoe UI" w:cs="Segoe UI"/>
                <w:color w:val="0D0D0D"/>
                <w:sz w:val="20"/>
                <w:szCs w:val="20"/>
                <w:shd w:val="clear" w:color="auto" w:fill="FFFFFF"/>
              </w:rPr>
              <w:t xml:space="preserve">Business </w:t>
            </w:r>
            <w:r w:rsidRPr="00E94026">
              <w:rPr>
                <w:rFonts w:ascii="Segoe UI" w:hAnsi="Segoe UI" w:cs="Segoe UI"/>
                <w:color w:val="0D0D0D"/>
                <w:sz w:val="20"/>
                <w:szCs w:val="20"/>
                <w:shd w:val="clear" w:color="auto" w:fill="FFFFFF"/>
              </w:rPr>
              <w:t xml:space="preserve">in Marketing at </w:t>
            </w:r>
            <w:r w:rsidRPr="00E94026">
              <w:rPr>
                <w:rFonts w:ascii="Segoe UI" w:hAnsi="Segoe UI" w:cs="Segoe UI"/>
                <w:color w:val="0D0D0D"/>
                <w:sz w:val="20"/>
                <w:szCs w:val="20"/>
                <w:shd w:val="clear" w:color="auto" w:fill="FFFFFF"/>
              </w:rPr>
              <w:t>Lebanese American University</w:t>
            </w:r>
            <w:r w:rsidRPr="00E94026">
              <w:rPr>
                <w:rFonts w:ascii="Segoe UI" w:hAnsi="Segoe UI" w:cs="Segoe UI"/>
                <w:color w:val="0D0D0D"/>
                <w:sz w:val="20"/>
                <w:szCs w:val="20"/>
                <w:shd w:val="clear" w:color="auto" w:fill="FFFFFF"/>
              </w:rPr>
              <w:t xml:space="preserve"> I have acquired a solid foundation in marketing principles, consumer behavior, and digital marketing strategies. My coursework has equipped me with the skills and knowledge necessary to thrive in a dynamic marketing environment, and I am eager to apply my academic background to real-world marketing projects.</w:t>
            </w:r>
          </w:p>
          <w:p w14:paraId="1E93331E" w14:textId="42EC05B3" w:rsidR="00E94026" w:rsidRDefault="00E94026" w:rsidP="00036450"/>
          <w:sdt>
            <w:sdtPr>
              <w:id w:val="-1954003311"/>
              <w:placeholder>
                <w:docPart w:val="D42A3FE446FD495290B31061B8C9F2BD"/>
              </w:placeholder>
              <w:temporary/>
              <w:showingPlcHdr/>
              <w15:appearance w15:val="hidden"/>
            </w:sdtPr>
            <w:sdtEndPr/>
            <w:sdtContent>
              <w:p w14:paraId="60A6B16B" w14:textId="77777777" w:rsidR="00036450" w:rsidRPr="00CB0055" w:rsidRDefault="00CB0055" w:rsidP="00CB0055">
                <w:pPr>
                  <w:pStyle w:val="Heading3"/>
                </w:pPr>
                <w:r w:rsidRPr="00CB0055">
                  <w:t>Contact</w:t>
                </w:r>
              </w:p>
            </w:sdtContent>
          </w:sdt>
          <w:sdt>
            <w:sdtPr>
              <w:id w:val="1111563247"/>
              <w:placeholder>
                <w:docPart w:val="01E2E4D38C4343928EAE052F4A8E79F2"/>
              </w:placeholder>
              <w:temporary/>
              <w:showingPlcHdr/>
              <w15:appearance w15:val="hidden"/>
            </w:sdtPr>
            <w:sdtEndPr/>
            <w:sdtContent>
              <w:p w14:paraId="75F1497C" w14:textId="77777777" w:rsidR="004D3011" w:rsidRDefault="004D3011" w:rsidP="004D3011">
                <w:r w:rsidRPr="009B07AD">
                  <w:rPr>
                    <w:b/>
                    <w:bCs/>
                  </w:rPr>
                  <w:t>PHONE:</w:t>
                </w:r>
              </w:p>
            </w:sdtContent>
          </w:sdt>
          <w:p w14:paraId="449CFE4D" w14:textId="4178015C" w:rsidR="004D3011" w:rsidRDefault="009B07AD" w:rsidP="004D3011">
            <w:r>
              <w:t>961 76 663383</w:t>
            </w:r>
          </w:p>
          <w:p w14:paraId="55D4AB4F" w14:textId="01C11D01" w:rsidR="004D3011" w:rsidRDefault="004D3011" w:rsidP="004D3011"/>
          <w:p w14:paraId="6882623D" w14:textId="44E33B65" w:rsidR="00E94026" w:rsidRPr="00E94026" w:rsidRDefault="00E94026" w:rsidP="004D3011">
            <w:pPr>
              <w:rPr>
                <w:b/>
                <w:bCs/>
              </w:rPr>
            </w:pPr>
            <w:r w:rsidRPr="00E94026">
              <w:rPr>
                <w:b/>
                <w:bCs/>
              </w:rPr>
              <w:t>LinkedIn</w:t>
            </w:r>
          </w:p>
          <w:p w14:paraId="4E9DA085" w14:textId="77777777" w:rsidR="00E94026" w:rsidRDefault="00E94026" w:rsidP="00E94026">
            <w:pPr>
              <w:tabs>
                <w:tab w:val="left" w:pos="990"/>
              </w:tabs>
            </w:pPr>
            <w:r w:rsidRPr="009B07AD">
              <w:t>http://linkedin.com/in/sama-zbeeb-9ab2b72a2</w:t>
            </w:r>
          </w:p>
          <w:p w14:paraId="5C6A75A5" w14:textId="77777777" w:rsidR="00E94026" w:rsidRPr="004D3011" w:rsidRDefault="00E94026" w:rsidP="004D3011"/>
          <w:p w14:paraId="206550B8" w14:textId="77777777" w:rsidR="004D3011" w:rsidRDefault="004D3011" w:rsidP="004D3011"/>
          <w:sdt>
            <w:sdtPr>
              <w:id w:val="-240260293"/>
              <w:placeholder>
                <w:docPart w:val="EA518AD0D96A47F6A2317A1F15798964"/>
              </w:placeholder>
              <w:temporary/>
              <w:showingPlcHdr/>
              <w15:appearance w15:val="hidden"/>
            </w:sdtPr>
            <w:sdtEndPr/>
            <w:sdtContent>
              <w:p w14:paraId="69D674E3" w14:textId="77777777" w:rsidR="004D3011" w:rsidRDefault="004D3011" w:rsidP="004D3011">
                <w:r w:rsidRPr="009B07AD">
                  <w:rPr>
                    <w:b/>
                    <w:bCs/>
                  </w:rPr>
                  <w:t>EMAIL:</w:t>
                </w:r>
              </w:p>
            </w:sdtContent>
          </w:sdt>
          <w:p w14:paraId="634F24B2" w14:textId="795A7E71" w:rsidR="00036450" w:rsidRDefault="009B07AD" w:rsidP="004D3011">
            <w:hyperlink r:id="rId7" w:history="1">
              <w:r w:rsidRPr="000F305D">
                <w:rPr>
                  <w:rStyle w:val="Hyperlink"/>
                </w:rPr>
                <w:t>samazbib@gmail.com</w:t>
              </w:r>
            </w:hyperlink>
          </w:p>
          <w:p w14:paraId="0190556D" w14:textId="1023F978" w:rsidR="004D3011" w:rsidRPr="009B07AD" w:rsidRDefault="004D3011" w:rsidP="009B07AD">
            <w:pPr>
              <w:rPr>
                <w:b/>
                <w:bCs/>
                <w:color w:val="B85A22" w:themeColor="accent2" w:themeShade="BF"/>
                <w:u w:val="single"/>
              </w:rPr>
            </w:pPr>
          </w:p>
        </w:tc>
        <w:tc>
          <w:tcPr>
            <w:tcW w:w="720" w:type="dxa"/>
          </w:tcPr>
          <w:p w14:paraId="1929E881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6470" w:type="dxa"/>
          </w:tcPr>
          <w:sdt>
            <w:sdtPr>
              <w:id w:val="1049110328"/>
              <w:placeholder>
                <w:docPart w:val="F76617824184476A925D84473DA76ABE"/>
              </w:placeholder>
              <w:temporary/>
              <w:showingPlcHdr/>
              <w15:appearance w15:val="hidden"/>
            </w:sdtPr>
            <w:sdtEndPr/>
            <w:sdtContent>
              <w:p w14:paraId="77C94F4A" w14:textId="77777777" w:rsidR="001B2ABD" w:rsidRDefault="00E25A26" w:rsidP="00036450">
                <w:pPr>
                  <w:pStyle w:val="Heading2"/>
                </w:pPr>
                <w:r w:rsidRPr="00036450">
                  <w:t>EDUCATION</w:t>
                </w:r>
              </w:p>
            </w:sdtContent>
          </w:sdt>
          <w:p w14:paraId="038BBEC6" w14:textId="3E693ACA" w:rsidR="00E44D74" w:rsidRDefault="00E44D74" w:rsidP="00E44D74">
            <w:pPr>
              <w:pStyle w:val="Heading4"/>
            </w:pPr>
            <w:r>
              <w:t xml:space="preserve">Lebanese Evangelical School </w:t>
            </w:r>
          </w:p>
          <w:p w14:paraId="66012DB3" w14:textId="14B190B8" w:rsidR="00775510" w:rsidRPr="00775510" w:rsidRDefault="00775510" w:rsidP="00775510">
            <w:r>
              <w:t>Sociology and Economics</w:t>
            </w:r>
          </w:p>
          <w:p w14:paraId="76EA175C" w14:textId="1406061A" w:rsidR="00E44D74" w:rsidRDefault="00775510" w:rsidP="00E44D74">
            <w:r>
              <w:t>2015 -</w:t>
            </w:r>
            <w:r w:rsidR="00E44D74">
              <w:t xml:space="preserve"> 2023</w:t>
            </w:r>
          </w:p>
          <w:p w14:paraId="10F4346C" w14:textId="77777777" w:rsidR="00E44D74" w:rsidRDefault="00E44D74" w:rsidP="00B359E4">
            <w:pPr>
              <w:pStyle w:val="Heading4"/>
            </w:pPr>
          </w:p>
          <w:p w14:paraId="00F3B898" w14:textId="6E035581" w:rsidR="00036450" w:rsidRPr="00036450" w:rsidRDefault="00E44D74" w:rsidP="00B359E4">
            <w:pPr>
              <w:pStyle w:val="Heading4"/>
            </w:pPr>
            <w:proofErr w:type="spellStart"/>
            <w:r>
              <w:t>Sabis</w:t>
            </w:r>
            <w:proofErr w:type="spellEnd"/>
            <w:r>
              <w:t xml:space="preserve"> </w:t>
            </w:r>
            <w:proofErr w:type="spellStart"/>
            <w:r>
              <w:t>Cheouifat</w:t>
            </w:r>
            <w:proofErr w:type="spellEnd"/>
            <w:r>
              <w:t xml:space="preserve"> </w:t>
            </w:r>
          </w:p>
          <w:p w14:paraId="20FD4DE7" w14:textId="39FD98AC" w:rsidR="00036450" w:rsidRPr="00B359E4" w:rsidRDefault="00E44D74" w:rsidP="00B359E4">
            <w:pPr>
              <w:pStyle w:val="Date"/>
            </w:pPr>
            <w:r>
              <w:t>2008 - 2014</w:t>
            </w:r>
          </w:p>
          <w:p w14:paraId="1872BF70" w14:textId="77777777" w:rsidR="00036450" w:rsidRDefault="00E94026" w:rsidP="009B07AD">
            <w:pPr>
              <w:pStyle w:val="Heading2"/>
            </w:pPr>
            <w:r>
              <w:t>skills</w:t>
            </w:r>
          </w:p>
          <w:p w14:paraId="0C6FA5FD" w14:textId="77777777" w:rsidR="00E94026" w:rsidRDefault="00E94026" w:rsidP="00E94026">
            <w:pPr>
              <w:pStyle w:val="NormalWeb"/>
              <w:numPr>
                <w:ilvl w:val="0"/>
                <w:numId w:val="1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0D0D0D"/>
              </w:rPr>
            </w:pPr>
            <w:r>
              <w:rPr>
                <w:rStyle w:val="Strong"/>
                <w:rFonts w:ascii="Segoe UI" w:hAnsi="Segoe UI" w:cs="Segoe UI"/>
                <w:color w:val="0D0D0D"/>
                <w:bdr w:val="single" w:sz="2" w:space="0" w:color="E3E3E3" w:frame="1"/>
              </w:rPr>
              <w:t>Analytical Skills:</w:t>
            </w:r>
          </w:p>
          <w:p w14:paraId="323F88C4" w14:textId="77777777" w:rsidR="00E94026" w:rsidRDefault="00E94026" w:rsidP="00E94026">
            <w:pPr>
              <w:numPr>
                <w:ilvl w:val="1"/>
                <w:numId w:val="1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Segoe UI" w:hAnsi="Segoe UI" w:cs="Segoe UI"/>
                <w:color w:val="0D0D0D"/>
              </w:rPr>
            </w:pPr>
            <w:r>
              <w:rPr>
                <w:rFonts w:ascii="Segoe UI" w:hAnsi="Segoe UI" w:cs="Segoe UI"/>
                <w:color w:val="0D0D0D"/>
              </w:rPr>
              <w:t>Ability to analyze market trends, consumer behavior, and campaign performance data to make data-driven decisions and recommendations.</w:t>
            </w:r>
          </w:p>
          <w:p w14:paraId="4A6EA756" w14:textId="77777777" w:rsidR="00E94026" w:rsidRDefault="00E94026" w:rsidP="00E94026">
            <w:pPr>
              <w:pStyle w:val="NormalWeb"/>
              <w:numPr>
                <w:ilvl w:val="0"/>
                <w:numId w:val="1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0D0D0D"/>
              </w:rPr>
            </w:pPr>
            <w:r>
              <w:rPr>
                <w:rStyle w:val="Strong"/>
                <w:rFonts w:ascii="Segoe UI" w:hAnsi="Segoe UI" w:cs="Segoe UI"/>
                <w:color w:val="0D0D0D"/>
                <w:bdr w:val="single" w:sz="2" w:space="0" w:color="E3E3E3" w:frame="1"/>
              </w:rPr>
              <w:t>Digital Marketing Skills:</w:t>
            </w:r>
          </w:p>
          <w:p w14:paraId="121669CF" w14:textId="77777777" w:rsidR="00E94026" w:rsidRDefault="00E94026" w:rsidP="00E94026">
            <w:pPr>
              <w:numPr>
                <w:ilvl w:val="1"/>
                <w:numId w:val="1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Segoe UI" w:hAnsi="Segoe UI" w:cs="Segoe UI"/>
                <w:color w:val="0D0D0D"/>
              </w:rPr>
            </w:pPr>
            <w:r>
              <w:rPr>
                <w:rFonts w:ascii="Segoe UI" w:hAnsi="Segoe UI" w:cs="Segoe UI"/>
                <w:color w:val="0D0D0D"/>
              </w:rPr>
              <w:t>Proficiency in digital marketing channels such as social media, email marketing, search engine optimization (SEO), search engine marketing (SEM), and content marketing.</w:t>
            </w:r>
          </w:p>
          <w:p w14:paraId="00E5DC55" w14:textId="77777777" w:rsidR="00E94026" w:rsidRDefault="00E94026" w:rsidP="00E94026">
            <w:pPr>
              <w:pStyle w:val="NormalWeb"/>
              <w:numPr>
                <w:ilvl w:val="0"/>
                <w:numId w:val="1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0D0D0D"/>
              </w:rPr>
            </w:pPr>
            <w:r>
              <w:rPr>
                <w:rStyle w:val="Strong"/>
                <w:rFonts w:ascii="Segoe UI" w:hAnsi="Segoe UI" w:cs="Segoe UI"/>
                <w:color w:val="0D0D0D"/>
                <w:bdr w:val="single" w:sz="2" w:space="0" w:color="E3E3E3" w:frame="1"/>
              </w:rPr>
              <w:t>Creativity:</w:t>
            </w:r>
          </w:p>
          <w:p w14:paraId="0D4249DA" w14:textId="77777777" w:rsidR="00E94026" w:rsidRDefault="00E94026" w:rsidP="00E94026">
            <w:pPr>
              <w:numPr>
                <w:ilvl w:val="1"/>
                <w:numId w:val="1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Segoe UI" w:hAnsi="Segoe UI" w:cs="Segoe UI"/>
                <w:color w:val="0D0D0D"/>
              </w:rPr>
            </w:pPr>
            <w:r>
              <w:rPr>
                <w:rFonts w:ascii="Segoe UI" w:hAnsi="Segoe UI" w:cs="Segoe UI"/>
                <w:color w:val="0D0D0D"/>
              </w:rPr>
              <w:t>Capacity to think creatively and generate innovative ideas for marketing campaigns, advertisements, and promotions to engage target audiences.</w:t>
            </w:r>
          </w:p>
          <w:p w14:paraId="4317E0AD" w14:textId="77777777" w:rsidR="00E94026" w:rsidRDefault="00E94026" w:rsidP="00E94026">
            <w:pPr>
              <w:pStyle w:val="NormalWeb"/>
              <w:numPr>
                <w:ilvl w:val="0"/>
                <w:numId w:val="1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0D0D0D"/>
              </w:rPr>
            </w:pPr>
            <w:r>
              <w:rPr>
                <w:rStyle w:val="Strong"/>
                <w:rFonts w:ascii="Segoe UI" w:hAnsi="Segoe UI" w:cs="Segoe UI"/>
                <w:color w:val="0D0D0D"/>
                <w:bdr w:val="single" w:sz="2" w:space="0" w:color="E3E3E3" w:frame="1"/>
              </w:rPr>
              <w:t>Communication Skills:</w:t>
            </w:r>
          </w:p>
          <w:p w14:paraId="06131FD6" w14:textId="77777777" w:rsidR="00E94026" w:rsidRDefault="00E94026" w:rsidP="00E94026">
            <w:pPr>
              <w:numPr>
                <w:ilvl w:val="1"/>
                <w:numId w:val="1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Segoe UI" w:hAnsi="Segoe UI" w:cs="Segoe UI"/>
                <w:color w:val="0D0D0D"/>
              </w:rPr>
            </w:pPr>
            <w:r>
              <w:rPr>
                <w:rFonts w:ascii="Segoe UI" w:hAnsi="Segoe UI" w:cs="Segoe UI"/>
                <w:color w:val="0D0D0D"/>
              </w:rPr>
              <w:t>Strong written and verbal communication skills to effectively convey marketing messages, create persuasive content, and communicate with team members and stakeholders.</w:t>
            </w:r>
          </w:p>
          <w:p w14:paraId="68EC9D89" w14:textId="77777777" w:rsidR="00E94026" w:rsidRDefault="00E94026" w:rsidP="00E94026">
            <w:pPr>
              <w:pStyle w:val="NormalWeb"/>
              <w:numPr>
                <w:ilvl w:val="0"/>
                <w:numId w:val="1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0D0D0D"/>
              </w:rPr>
            </w:pPr>
            <w:r>
              <w:rPr>
                <w:rStyle w:val="Strong"/>
                <w:rFonts w:ascii="Segoe UI" w:hAnsi="Segoe UI" w:cs="Segoe UI"/>
                <w:color w:val="0D0D0D"/>
                <w:bdr w:val="single" w:sz="2" w:space="0" w:color="E3E3E3" w:frame="1"/>
              </w:rPr>
              <w:t>Brand Management:</w:t>
            </w:r>
          </w:p>
          <w:p w14:paraId="58649205" w14:textId="77777777" w:rsidR="00E94026" w:rsidRDefault="00E94026" w:rsidP="00E94026">
            <w:pPr>
              <w:numPr>
                <w:ilvl w:val="1"/>
                <w:numId w:val="1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Segoe UI" w:hAnsi="Segoe UI" w:cs="Segoe UI"/>
                <w:color w:val="0D0D0D"/>
              </w:rPr>
            </w:pPr>
            <w:r>
              <w:rPr>
                <w:rFonts w:ascii="Segoe UI" w:hAnsi="Segoe UI" w:cs="Segoe UI"/>
                <w:color w:val="0D0D0D"/>
              </w:rPr>
              <w:t>Understanding of brand identity, positioning, and management principles to develop and maintain strong brands that resonate with target audiences.</w:t>
            </w:r>
          </w:p>
          <w:p w14:paraId="44C2B04A" w14:textId="77777777" w:rsidR="00E94026" w:rsidRDefault="00E94026" w:rsidP="00E94026">
            <w:pPr>
              <w:pStyle w:val="NormalWeb"/>
              <w:numPr>
                <w:ilvl w:val="0"/>
                <w:numId w:val="1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0D0D0D"/>
              </w:rPr>
            </w:pPr>
            <w:r>
              <w:rPr>
                <w:rStyle w:val="Strong"/>
                <w:rFonts w:ascii="Segoe UI" w:hAnsi="Segoe UI" w:cs="Segoe UI"/>
                <w:color w:val="0D0D0D"/>
                <w:bdr w:val="single" w:sz="2" w:space="0" w:color="E3E3E3" w:frame="1"/>
              </w:rPr>
              <w:t>Teamwork and Collaboration:</w:t>
            </w:r>
          </w:p>
          <w:p w14:paraId="7BF1E297" w14:textId="77777777" w:rsidR="00E94026" w:rsidRDefault="00E94026" w:rsidP="00E94026">
            <w:pPr>
              <w:numPr>
                <w:ilvl w:val="1"/>
                <w:numId w:val="1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Segoe UI" w:hAnsi="Segoe UI" w:cs="Segoe UI"/>
                <w:color w:val="0D0D0D"/>
              </w:rPr>
            </w:pPr>
            <w:r>
              <w:rPr>
                <w:rFonts w:ascii="Segoe UI" w:hAnsi="Segoe UI" w:cs="Segoe UI"/>
                <w:color w:val="0D0D0D"/>
              </w:rPr>
              <w:t>Capacity to work effectively in cross-functional teams, collaborate with colleagues from diverse backgrounds, and contribute to achieving common goals.</w:t>
            </w:r>
          </w:p>
          <w:p w14:paraId="098EC7A6" w14:textId="77777777" w:rsidR="00E94026" w:rsidRDefault="00E94026" w:rsidP="00E94026">
            <w:pPr>
              <w:pStyle w:val="NormalWeb"/>
              <w:numPr>
                <w:ilvl w:val="0"/>
                <w:numId w:val="1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0D0D0D"/>
              </w:rPr>
            </w:pPr>
            <w:r>
              <w:rPr>
                <w:rStyle w:val="Strong"/>
                <w:rFonts w:ascii="Segoe UI" w:hAnsi="Segoe UI" w:cs="Segoe UI"/>
                <w:color w:val="0D0D0D"/>
                <w:bdr w:val="single" w:sz="2" w:space="0" w:color="E3E3E3" w:frame="1"/>
              </w:rPr>
              <w:t>Presentation Skills:</w:t>
            </w:r>
          </w:p>
          <w:p w14:paraId="458DEA78" w14:textId="77777777" w:rsidR="00E94026" w:rsidRDefault="00E94026" w:rsidP="00E94026">
            <w:pPr>
              <w:numPr>
                <w:ilvl w:val="1"/>
                <w:numId w:val="1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Segoe UI" w:hAnsi="Segoe UI" w:cs="Segoe UI"/>
                <w:color w:val="0D0D0D"/>
              </w:rPr>
            </w:pPr>
            <w:r>
              <w:rPr>
                <w:rFonts w:ascii="Segoe UI" w:hAnsi="Segoe UI" w:cs="Segoe UI"/>
                <w:color w:val="0D0D0D"/>
              </w:rPr>
              <w:t>Proficiency in delivering clear, compelling presentations to communicate marketing strategies, campaign proposals, and project outcomes to stakeholders.</w:t>
            </w:r>
          </w:p>
          <w:p w14:paraId="0C5C1129" w14:textId="0A812B9C" w:rsidR="00E94026" w:rsidRPr="00E94026" w:rsidRDefault="00E94026" w:rsidP="00E94026">
            <w:pPr>
              <w:numPr>
                <w:ilvl w:val="1"/>
                <w:numId w:val="1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</w:pPr>
          </w:p>
        </w:tc>
      </w:tr>
    </w:tbl>
    <w:p w14:paraId="169AF90D" w14:textId="4F261A54" w:rsidR="0043117B" w:rsidRDefault="00505B75" w:rsidP="000C45FF">
      <w:pPr>
        <w:tabs>
          <w:tab w:val="left" w:pos="990"/>
        </w:tabs>
      </w:pPr>
    </w:p>
    <w:sectPr w:rsidR="0043117B" w:rsidSect="000C45FF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452D2" w14:textId="77777777" w:rsidR="00505B75" w:rsidRDefault="00505B75" w:rsidP="000C45FF">
      <w:r>
        <w:separator/>
      </w:r>
    </w:p>
  </w:endnote>
  <w:endnote w:type="continuationSeparator" w:id="0">
    <w:p w14:paraId="5D02DC13" w14:textId="77777777" w:rsidR="00505B75" w:rsidRDefault="00505B75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7FB24" w14:textId="77777777" w:rsidR="00505B75" w:rsidRDefault="00505B75" w:rsidP="000C45FF">
      <w:r>
        <w:separator/>
      </w:r>
    </w:p>
  </w:footnote>
  <w:footnote w:type="continuationSeparator" w:id="0">
    <w:p w14:paraId="6C5B345A" w14:textId="77777777" w:rsidR="00505B75" w:rsidRDefault="00505B75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CF418" w14:textId="77777777" w:rsidR="000C45FF" w:rsidRDefault="000C45F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1AEAE82" wp14:editId="1569867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3" name="Graphic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9402D6"/>
    <w:multiLevelType w:val="multilevel"/>
    <w:tmpl w:val="0CE4E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291"/>
    <w:rsid w:val="00036450"/>
    <w:rsid w:val="00094499"/>
    <w:rsid w:val="000C45FF"/>
    <w:rsid w:val="000E3FD1"/>
    <w:rsid w:val="00112054"/>
    <w:rsid w:val="001317D8"/>
    <w:rsid w:val="001525E1"/>
    <w:rsid w:val="00180329"/>
    <w:rsid w:val="0019001F"/>
    <w:rsid w:val="001A74A5"/>
    <w:rsid w:val="001B2ABD"/>
    <w:rsid w:val="001E0391"/>
    <w:rsid w:val="001E1759"/>
    <w:rsid w:val="001F1ECC"/>
    <w:rsid w:val="002400EB"/>
    <w:rsid w:val="00256CF7"/>
    <w:rsid w:val="00281FD5"/>
    <w:rsid w:val="0030481B"/>
    <w:rsid w:val="003156FC"/>
    <w:rsid w:val="003254B5"/>
    <w:rsid w:val="0037121F"/>
    <w:rsid w:val="003910D8"/>
    <w:rsid w:val="003A6B7D"/>
    <w:rsid w:val="003B06CA"/>
    <w:rsid w:val="004071FC"/>
    <w:rsid w:val="00445947"/>
    <w:rsid w:val="004813B3"/>
    <w:rsid w:val="00496591"/>
    <w:rsid w:val="004C63E4"/>
    <w:rsid w:val="004D3011"/>
    <w:rsid w:val="00505B75"/>
    <w:rsid w:val="005262AC"/>
    <w:rsid w:val="005E39D5"/>
    <w:rsid w:val="00600670"/>
    <w:rsid w:val="0062123A"/>
    <w:rsid w:val="00646E75"/>
    <w:rsid w:val="006771D0"/>
    <w:rsid w:val="00715FCB"/>
    <w:rsid w:val="00743101"/>
    <w:rsid w:val="00764C9F"/>
    <w:rsid w:val="00775510"/>
    <w:rsid w:val="007775E1"/>
    <w:rsid w:val="007867A0"/>
    <w:rsid w:val="007927F5"/>
    <w:rsid w:val="00802CA0"/>
    <w:rsid w:val="00875F26"/>
    <w:rsid w:val="00894291"/>
    <w:rsid w:val="009260CD"/>
    <w:rsid w:val="00940A66"/>
    <w:rsid w:val="00952C25"/>
    <w:rsid w:val="009B07AD"/>
    <w:rsid w:val="00A2118D"/>
    <w:rsid w:val="00AD0A50"/>
    <w:rsid w:val="00AD76E2"/>
    <w:rsid w:val="00B20152"/>
    <w:rsid w:val="00B359E4"/>
    <w:rsid w:val="00B57D98"/>
    <w:rsid w:val="00B70850"/>
    <w:rsid w:val="00BE6ABA"/>
    <w:rsid w:val="00C066B6"/>
    <w:rsid w:val="00C37BA1"/>
    <w:rsid w:val="00C4674C"/>
    <w:rsid w:val="00C506CF"/>
    <w:rsid w:val="00C72BED"/>
    <w:rsid w:val="00C9578B"/>
    <w:rsid w:val="00CB0055"/>
    <w:rsid w:val="00D2522B"/>
    <w:rsid w:val="00D422DE"/>
    <w:rsid w:val="00D5459D"/>
    <w:rsid w:val="00DA1F4D"/>
    <w:rsid w:val="00DD172A"/>
    <w:rsid w:val="00E25A26"/>
    <w:rsid w:val="00E4381A"/>
    <w:rsid w:val="00E44D74"/>
    <w:rsid w:val="00E55D74"/>
    <w:rsid w:val="00E94026"/>
    <w:rsid w:val="00F60274"/>
    <w:rsid w:val="00F77FB9"/>
    <w:rsid w:val="00FB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460EE4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Smart Link" w:semiHidden="1" w:unhideWhenUsed="1"/>
  </w:latentStyles>
  <w:style w:type="paragraph" w:default="1" w:styleId="Normal">
    <w:name w:val="Normal"/>
    <w:qFormat/>
    <w:rsid w:val="00B359E4"/>
    <w:rPr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0A66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B359E4"/>
    <w:pPr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1B2ABD"/>
    <w:rPr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036450"/>
  </w:style>
  <w:style w:type="character" w:customStyle="1" w:styleId="DateChar">
    <w:name w:val="Date Char"/>
    <w:basedOn w:val="DefaultParagraphFont"/>
    <w:link w:val="Date"/>
    <w:uiPriority w:val="99"/>
    <w:rsid w:val="00036450"/>
    <w:rPr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81FD5"/>
    <w:rPr>
      <w:color w:val="B85A22" w:themeColor="accent2" w:themeShade="BF"/>
      <w:u w:val="single"/>
    </w:rPr>
  </w:style>
  <w:style w:type="character" w:styleId="UnresolvedMention">
    <w:name w:val="Unresolved Mention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itleChar">
    <w:name w:val="Subtitle Char"/>
    <w:basedOn w:val="DefaultParagraphFont"/>
    <w:link w:val="Subtitle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Heading3Char">
    <w:name w:val="Heading 3 Char"/>
    <w:basedOn w:val="DefaultParagraphFont"/>
    <w:link w:val="Heading3"/>
    <w:uiPriority w:val="9"/>
    <w:rsid w:val="00940A66"/>
    <w:rPr>
      <w:rFonts w:asciiTheme="majorHAnsi" w:eastAsiaTheme="majorEastAsia" w:hAnsiTheme="majorHAnsi" w:cstheme="majorBidi"/>
      <w:b/>
      <w:caps/>
      <w:color w:val="548AB7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359E4"/>
    <w:rPr>
      <w:b/>
      <w:sz w:val="18"/>
      <w:szCs w:val="22"/>
    </w:rPr>
  </w:style>
  <w:style w:type="paragraph" w:styleId="NormalWeb">
    <w:name w:val="Normal (Web)"/>
    <w:basedOn w:val="Normal"/>
    <w:uiPriority w:val="99"/>
    <w:semiHidden/>
    <w:unhideWhenUsed/>
    <w:rsid w:val="00E940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E940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5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mazbib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iehma.CPMUSCAT\AppData\Local\Microsoft\Office\16.0\DTS\en-US%7bEB02A2C6-E894-44DF-8A0E-844A68A49F74%7d\%7bF4EDCDCE-66D3-4DF0-A645-C5C38FB20EBD%7dtf00546271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42A3FE446FD495290B31061B8C9F2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1AA27-C30A-4269-83C9-2EDFC34C2D95}"/>
      </w:docPartPr>
      <w:docPartBody>
        <w:p w:rsidR="00000000" w:rsidRDefault="00C00CA0">
          <w:pPr>
            <w:pStyle w:val="D42A3FE446FD495290B31061B8C9F2BD"/>
          </w:pPr>
          <w:r w:rsidRPr="00CB0055">
            <w:t>Contact</w:t>
          </w:r>
        </w:p>
      </w:docPartBody>
    </w:docPart>
    <w:docPart>
      <w:docPartPr>
        <w:name w:val="01E2E4D38C4343928EAE052F4A8E7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392C-7560-4E52-9179-264C83E80907}"/>
      </w:docPartPr>
      <w:docPartBody>
        <w:p w:rsidR="00000000" w:rsidRDefault="00C00CA0">
          <w:pPr>
            <w:pStyle w:val="01E2E4D38C4343928EAE052F4A8E79F2"/>
          </w:pPr>
          <w:r w:rsidRPr="004D3011">
            <w:t>PHONE:</w:t>
          </w:r>
        </w:p>
      </w:docPartBody>
    </w:docPart>
    <w:docPart>
      <w:docPartPr>
        <w:name w:val="EA518AD0D96A47F6A2317A1F15798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E1D4D6-A24B-4383-9482-00A9401AE83F}"/>
      </w:docPartPr>
      <w:docPartBody>
        <w:p w:rsidR="00000000" w:rsidRDefault="00C00CA0">
          <w:pPr>
            <w:pStyle w:val="EA518AD0D96A47F6A2317A1F15798964"/>
          </w:pPr>
          <w:r w:rsidRPr="004D3011">
            <w:t>EMAIL:</w:t>
          </w:r>
        </w:p>
      </w:docPartBody>
    </w:docPart>
    <w:docPart>
      <w:docPartPr>
        <w:name w:val="F76617824184476A925D84473DA76A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22EAA-6CA8-4CDE-B8D7-BD8BC4491003}"/>
      </w:docPartPr>
      <w:docPartBody>
        <w:p w:rsidR="00000000" w:rsidRDefault="00C00CA0">
          <w:pPr>
            <w:pStyle w:val="F76617824184476A925D84473DA76ABE"/>
          </w:pPr>
          <w:r w:rsidRPr="00036450"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775"/>
    <w:rsid w:val="00AC3775"/>
    <w:rsid w:val="00C0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793E21C67F34DA4BD5639297B844D8D">
    <w:name w:val="3793E21C67F34DA4BD5639297B844D8D"/>
  </w:style>
  <w:style w:type="paragraph" w:customStyle="1" w:styleId="3FCB6D7A6B864DDCA9634A0435B6B478">
    <w:name w:val="3FCB6D7A6B864DDCA9634A0435B6B478"/>
  </w:style>
  <w:style w:type="paragraph" w:customStyle="1" w:styleId="DA772B7B3FBE4F749BBE93DC301853C4">
    <w:name w:val="DA772B7B3FBE4F749BBE93DC301853C4"/>
  </w:style>
  <w:style w:type="paragraph" w:customStyle="1" w:styleId="7140B669309F49B4AD42499206D59A76">
    <w:name w:val="7140B669309F49B4AD42499206D59A76"/>
  </w:style>
  <w:style w:type="paragraph" w:customStyle="1" w:styleId="D42A3FE446FD495290B31061B8C9F2BD">
    <w:name w:val="D42A3FE446FD495290B31061B8C9F2BD"/>
  </w:style>
  <w:style w:type="paragraph" w:customStyle="1" w:styleId="01E2E4D38C4343928EAE052F4A8E79F2">
    <w:name w:val="01E2E4D38C4343928EAE052F4A8E79F2"/>
  </w:style>
  <w:style w:type="paragraph" w:customStyle="1" w:styleId="A37B08FE0AEE43DD96542E4D89ECA4E5">
    <w:name w:val="A37B08FE0AEE43DD96542E4D89ECA4E5"/>
  </w:style>
  <w:style w:type="paragraph" w:customStyle="1" w:styleId="FA88C38C1D124403ABA9C2E0FDDD92B6">
    <w:name w:val="FA88C38C1D124403ABA9C2E0FDDD92B6"/>
  </w:style>
  <w:style w:type="paragraph" w:customStyle="1" w:styleId="2628B76C5F324AB7BE66FFE414537201">
    <w:name w:val="2628B76C5F324AB7BE66FFE414537201"/>
  </w:style>
  <w:style w:type="paragraph" w:customStyle="1" w:styleId="EA518AD0D96A47F6A2317A1F15798964">
    <w:name w:val="EA518AD0D96A47F6A2317A1F15798964"/>
  </w:style>
  <w:style w:type="character" w:styleId="Hyperlink">
    <w:name w:val="Hyperlink"/>
    <w:basedOn w:val="DefaultParagraphFont"/>
    <w:uiPriority w:val="99"/>
    <w:unhideWhenUsed/>
    <w:rPr>
      <w:color w:val="C45911" w:themeColor="accent2" w:themeShade="BF"/>
      <w:u w:val="single"/>
    </w:rPr>
  </w:style>
  <w:style w:type="paragraph" w:customStyle="1" w:styleId="13B4E77E245C40629C7D431C8DCDC382">
    <w:name w:val="13B4E77E245C40629C7D431C8DCDC382"/>
  </w:style>
  <w:style w:type="paragraph" w:customStyle="1" w:styleId="3A87E2CCC0E648919BB345C42CA466BD">
    <w:name w:val="3A87E2CCC0E648919BB345C42CA466BD"/>
  </w:style>
  <w:style w:type="paragraph" w:customStyle="1" w:styleId="1B06E5E8D8C44EE694CEA4491A85DC8B">
    <w:name w:val="1B06E5E8D8C44EE694CEA4491A85DC8B"/>
  </w:style>
  <w:style w:type="paragraph" w:customStyle="1" w:styleId="33D7ABBF70404D32B73AFE9CE9FE74FE">
    <w:name w:val="33D7ABBF70404D32B73AFE9CE9FE74FE"/>
  </w:style>
  <w:style w:type="paragraph" w:customStyle="1" w:styleId="C74C472AFF0D482386828F0A4921A9DF">
    <w:name w:val="C74C472AFF0D482386828F0A4921A9DF"/>
  </w:style>
  <w:style w:type="paragraph" w:customStyle="1" w:styleId="D54E8C51428C4D6F97A080ADDB1DFEF9">
    <w:name w:val="D54E8C51428C4D6F97A080ADDB1DFEF9"/>
  </w:style>
  <w:style w:type="paragraph" w:customStyle="1" w:styleId="F76617824184476A925D84473DA76ABE">
    <w:name w:val="F76617824184476A925D84473DA76ABE"/>
  </w:style>
  <w:style w:type="paragraph" w:customStyle="1" w:styleId="00ADF7D345F64AF7BB8DACF7D1A72348">
    <w:name w:val="00ADF7D345F64AF7BB8DACF7D1A72348"/>
  </w:style>
  <w:style w:type="paragraph" w:customStyle="1" w:styleId="C0E0389A5C72420DBED22C5B0B46DB90">
    <w:name w:val="C0E0389A5C72420DBED22C5B0B46DB90"/>
  </w:style>
  <w:style w:type="paragraph" w:customStyle="1" w:styleId="D93AA11FA6AA4A4EA9AD0D977E5636AC">
    <w:name w:val="D93AA11FA6AA4A4EA9AD0D977E5636AC"/>
  </w:style>
  <w:style w:type="paragraph" w:customStyle="1" w:styleId="20ACAAB593674998863FC6911404F572">
    <w:name w:val="20ACAAB593674998863FC6911404F572"/>
  </w:style>
  <w:style w:type="paragraph" w:customStyle="1" w:styleId="7C632607415349099F8210C222C906A5">
    <w:name w:val="7C632607415349099F8210C222C906A5"/>
  </w:style>
  <w:style w:type="paragraph" w:customStyle="1" w:styleId="94E4F1A08DD04DC98877C55FED9146CF">
    <w:name w:val="94E4F1A08DD04DC98877C55FED9146CF"/>
  </w:style>
  <w:style w:type="paragraph" w:customStyle="1" w:styleId="1B4E97E584F64DF584177E4E3606182C">
    <w:name w:val="1B4E97E584F64DF584177E4E3606182C"/>
  </w:style>
  <w:style w:type="paragraph" w:customStyle="1" w:styleId="33E25010B71A4269974B697EDEF5C96D">
    <w:name w:val="33E25010B71A4269974B697EDEF5C96D"/>
  </w:style>
  <w:style w:type="paragraph" w:customStyle="1" w:styleId="1C5FC1CBDC69413381FB2292FCB8D3E4">
    <w:name w:val="1C5FC1CBDC69413381FB2292FCB8D3E4"/>
  </w:style>
  <w:style w:type="paragraph" w:customStyle="1" w:styleId="BCA5EEEBF97F4ABD8B16AB7DF4147493">
    <w:name w:val="BCA5EEEBF97F4ABD8B16AB7DF4147493"/>
  </w:style>
  <w:style w:type="paragraph" w:customStyle="1" w:styleId="4A9B19BC8FFC42268BB35BE49625C115">
    <w:name w:val="4A9B19BC8FFC42268BB35BE49625C115"/>
  </w:style>
  <w:style w:type="paragraph" w:customStyle="1" w:styleId="D6EB709B9BF44F6D8CEFDB326E34D6EE">
    <w:name w:val="D6EB709B9BF44F6D8CEFDB326E34D6EE"/>
  </w:style>
  <w:style w:type="paragraph" w:customStyle="1" w:styleId="7681A344D6574A788DC95E72E60AF4ED">
    <w:name w:val="7681A344D6574A788DC95E72E60AF4ED"/>
  </w:style>
  <w:style w:type="paragraph" w:customStyle="1" w:styleId="608323868FD94127A9BADB6565982F13">
    <w:name w:val="608323868FD94127A9BADB6565982F13"/>
  </w:style>
  <w:style w:type="paragraph" w:customStyle="1" w:styleId="742E7C5FC61E4106933427DB4E6A26B0">
    <w:name w:val="742E7C5FC61E4106933427DB4E6A26B0"/>
  </w:style>
  <w:style w:type="paragraph" w:customStyle="1" w:styleId="37EB08BC3AEE44E799793DCF440AF890">
    <w:name w:val="37EB08BC3AEE44E799793DCF440AF890"/>
  </w:style>
  <w:style w:type="paragraph" w:customStyle="1" w:styleId="08CE5807C69C48DEAF08A3FCE676156E">
    <w:name w:val="08CE5807C69C48DEAF08A3FCE676156E"/>
  </w:style>
  <w:style w:type="paragraph" w:customStyle="1" w:styleId="D0FE0B853C4B42D8A037EB3158B629BD">
    <w:name w:val="D0FE0B853C4B42D8A037EB3158B629BD"/>
  </w:style>
  <w:style w:type="paragraph" w:customStyle="1" w:styleId="F7D54C6792E4460A8038B13224FF0F4A">
    <w:name w:val="F7D54C6792E4460A8038B13224FF0F4A"/>
  </w:style>
  <w:style w:type="paragraph" w:customStyle="1" w:styleId="603840772A6542AB827F0C71A298603C">
    <w:name w:val="603840772A6542AB827F0C71A298603C"/>
  </w:style>
  <w:style w:type="paragraph" w:customStyle="1" w:styleId="BE513EFA6F23462296DE8053275AA816">
    <w:name w:val="BE513EFA6F23462296DE8053275AA816"/>
  </w:style>
  <w:style w:type="paragraph" w:customStyle="1" w:styleId="4A5A363B24824208BC74389DAA0D0B41">
    <w:name w:val="4A5A363B24824208BC74389DAA0D0B41"/>
  </w:style>
  <w:style w:type="paragraph" w:customStyle="1" w:styleId="DEF5B90BA2BC4B09A345A4C7438F1554">
    <w:name w:val="DEF5B90BA2BC4B09A345A4C7438F1554"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aps/>
      <w:szCs w:val="26"/>
      <w:lang w:eastAsia="ja-JP"/>
    </w:rPr>
  </w:style>
  <w:style w:type="paragraph" w:customStyle="1" w:styleId="B92966423717487F8800764E54DDAEFC">
    <w:name w:val="B92966423717487F8800764E54DDAEFC"/>
  </w:style>
  <w:style w:type="paragraph" w:customStyle="1" w:styleId="FE02B927C8184C4D942661157F7D2204">
    <w:name w:val="FE02B927C8184C4D942661157F7D2204"/>
    <w:rsid w:val="00AC3775"/>
  </w:style>
  <w:style w:type="paragraph" w:customStyle="1" w:styleId="8DB57388C73A4839B38ED93093AFFACA">
    <w:name w:val="8DB57388C73A4839B38ED93093AFFACA"/>
    <w:rsid w:val="00AC3775"/>
  </w:style>
  <w:style w:type="paragraph" w:customStyle="1" w:styleId="DEFC130D3E57449AAAF9CEFCEB845022">
    <w:name w:val="DEFC130D3E57449AAAF9CEFCEB845022"/>
    <w:rsid w:val="00AC3775"/>
  </w:style>
  <w:style w:type="paragraph" w:customStyle="1" w:styleId="484DA98AD70E4E9794C1B8D0CDD6E2E7">
    <w:name w:val="484DA98AD70E4E9794C1B8D0CDD6E2E7"/>
    <w:rsid w:val="00AC3775"/>
  </w:style>
  <w:style w:type="paragraph" w:customStyle="1" w:styleId="084CF15D26B34C58BE3FA248C0D996DA">
    <w:name w:val="084CF15D26B34C58BE3FA248C0D996DA"/>
    <w:rsid w:val="00AC37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{F4EDCDCE-66D3-4DF0-A645-C5C38FB20EBD}tf00546271_win32</Template>
  <TotalTime>0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2024-04-09T11:26:00Z</dcterms:created>
  <dcterms:modified xsi:type="dcterms:W3CDTF">2024-04-09T12:34:00Z</dcterms:modified>
</cp:coreProperties>
</file>